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1FF61" w14:textId="77777777" w:rsidR="00C01296" w:rsidRDefault="00C01296" w:rsidP="00C0129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4FAAF857" w14:textId="77777777" w:rsidR="00C01296" w:rsidRDefault="00C01296" w:rsidP="0057261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9C2B3A2" w14:textId="77777777" w:rsidR="00C01296" w:rsidRDefault="00C01296" w:rsidP="0057261A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AC2534E" w14:textId="6D05FCDE" w:rsidR="0057261A" w:rsidRPr="00250EFD" w:rsidRDefault="0057261A" w:rsidP="0057261A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50EFD">
        <w:rPr>
          <w:rFonts w:ascii="Corbel" w:hAnsi="Corbel"/>
          <w:b/>
          <w:smallCaps/>
          <w:sz w:val="24"/>
          <w:szCs w:val="24"/>
        </w:rPr>
        <w:t>SYLABUS</w:t>
      </w:r>
    </w:p>
    <w:p w14:paraId="2C0296BA" w14:textId="20187790" w:rsidR="0057261A" w:rsidRPr="00250EFD" w:rsidRDefault="0057261A" w:rsidP="000D0C4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50EF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D0C4C">
        <w:rPr>
          <w:rFonts w:ascii="Corbel" w:hAnsi="Corbel"/>
          <w:b/>
          <w:smallCaps/>
          <w:sz w:val="24"/>
          <w:szCs w:val="24"/>
        </w:rPr>
        <w:t>202</w:t>
      </w:r>
      <w:r w:rsidR="00E71D16">
        <w:rPr>
          <w:rFonts w:ascii="Corbel" w:hAnsi="Corbel"/>
          <w:b/>
          <w:smallCaps/>
          <w:sz w:val="24"/>
          <w:szCs w:val="24"/>
        </w:rPr>
        <w:t>5</w:t>
      </w:r>
      <w:r w:rsidR="000D0C4C">
        <w:rPr>
          <w:rFonts w:ascii="Corbel" w:hAnsi="Corbel"/>
          <w:b/>
          <w:smallCaps/>
          <w:sz w:val="24"/>
          <w:szCs w:val="24"/>
        </w:rPr>
        <w:t>-20</w:t>
      </w:r>
      <w:r w:rsidR="00E71D16">
        <w:rPr>
          <w:rFonts w:ascii="Corbel" w:hAnsi="Corbel"/>
          <w:b/>
          <w:smallCaps/>
          <w:sz w:val="24"/>
          <w:szCs w:val="24"/>
        </w:rPr>
        <w:t>30</w:t>
      </w:r>
    </w:p>
    <w:p w14:paraId="7A5D2AAB" w14:textId="15473A3C" w:rsidR="0057261A" w:rsidRPr="00250EFD" w:rsidRDefault="0057261A" w:rsidP="0057261A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 xml:space="preserve">Rok akademicki   </w:t>
      </w:r>
      <w:r w:rsidRPr="00250EFD">
        <w:rPr>
          <w:rFonts w:ascii="Corbel" w:hAnsi="Corbel"/>
          <w:b/>
          <w:sz w:val="24"/>
          <w:szCs w:val="24"/>
        </w:rPr>
        <w:t>202</w:t>
      </w:r>
      <w:r w:rsidR="00B84A10">
        <w:rPr>
          <w:rFonts w:ascii="Corbel" w:hAnsi="Corbel"/>
          <w:b/>
          <w:sz w:val="24"/>
          <w:szCs w:val="24"/>
        </w:rPr>
        <w:t>7</w:t>
      </w:r>
      <w:r w:rsidRPr="00250EFD">
        <w:rPr>
          <w:rFonts w:ascii="Corbel" w:hAnsi="Corbel"/>
          <w:b/>
          <w:sz w:val="24"/>
          <w:szCs w:val="24"/>
        </w:rPr>
        <w:t>/202</w:t>
      </w:r>
      <w:r w:rsidR="00B84A10">
        <w:rPr>
          <w:rFonts w:ascii="Corbel" w:hAnsi="Corbel"/>
          <w:b/>
          <w:sz w:val="24"/>
          <w:szCs w:val="24"/>
        </w:rPr>
        <w:t>8</w:t>
      </w:r>
    </w:p>
    <w:p w14:paraId="633ADECD" w14:textId="77777777" w:rsidR="0085747A" w:rsidRPr="00250EFD" w:rsidRDefault="00997F14" w:rsidP="0057261A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250EF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50EFD">
        <w:rPr>
          <w:rFonts w:ascii="Corbel" w:hAnsi="Corbel"/>
          <w:b/>
          <w:bCs/>
          <w:sz w:val="24"/>
          <w:szCs w:val="24"/>
        </w:rPr>
        <w:tab/>
      </w:r>
      <w:r w:rsidR="00CD6897" w:rsidRPr="00250EFD">
        <w:rPr>
          <w:rFonts w:ascii="Corbel" w:hAnsi="Corbel"/>
          <w:b/>
          <w:bCs/>
          <w:sz w:val="24"/>
          <w:szCs w:val="24"/>
        </w:rPr>
        <w:tab/>
      </w:r>
      <w:r w:rsidR="00CD6897" w:rsidRPr="00250EFD">
        <w:rPr>
          <w:rFonts w:ascii="Corbel" w:hAnsi="Corbel"/>
          <w:b/>
          <w:bCs/>
          <w:sz w:val="24"/>
          <w:szCs w:val="24"/>
        </w:rPr>
        <w:tab/>
      </w:r>
      <w:r w:rsidR="00CD6897" w:rsidRPr="00250EFD">
        <w:rPr>
          <w:rFonts w:ascii="Corbel" w:hAnsi="Corbel"/>
          <w:b/>
          <w:bCs/>
          <w:sz w:val="24"/>
          <w:szCs w:val="24"/>
        </w:rPr>
        <w:tab/>
      </w:r>
    </w:p>
    <w:p w14:paraId="648241E7" w14:textId="77777777" w:rsidR="0085747A" w:rsidRPr="00250EF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0EFD">
        <w:rPr>
          <w:rFonts w:ascii="Corbel" w:hAnsi="Corbel"/>
          <w:szCs w:val="24"/>
        </w:rPr>
        <w:t xml:space="preserve">1. </w:t>
      </w:r>
      <w:r w:rsidR="0085747A" w:rsidRPr="00250EFD">
        <w:rPr>
          <w:rFonts w:ascii="Corbel" w:hAnsi="Corbel"/>
          <w:szCs w:val="24"/>
        </w:rPr>
        <w:t xml:space="preserve">Podstawowe </w:t>
      </w:r>
      <w:r w:rsidR="00445970" w:rsidRPr="00250EF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50EFD" w14:paraId="58CEEF31" w14:textId="77777777" w:rsidTr="00B819C8">
        <w:tc>
          <w:tcPr>
            <w:tcW w:w="2694" w:type="dxa"/>
            <w:vAlign w:val="center"/>
          </w:tcPr>
          <w:p w14:paraId="7427162E" w14:textId="77777777" w:rsidR="0085747A" w:rsidRPr="00250E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8AC5B2" w14:textId="77777777" w:rsidR="0085747A" w:rsidRPr="00250EFD" w:rsidRDefault="0057261A" w:rsidP="003A693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i</w:t>
            </w:r>
            <w:r w:rsidR="00183ECD" w:rsidRPr="00250EFD">
              <w:rPr>
                <w:rFonts w:ascii="Corbel" w:hAnsi="Corbel"/>
                <w:sz w:val="24"/>
                <w:szCs w:val="24"/>
              </w:rPr>
              <w:t>nstytucjonalne i pozainstytucjonalne formy opieki i wsparcia dzieci i młodzieży z niepełnosprawnością</w:t>
            </w:r>
          </w:p>
        </w:tc>
      </w:tr>
      <w:tr w:rsidR="0057261A" w:rsidRPr="00250EFD" w14:paraId="5987EC08" w14:textId="77777777" w:rsidTr="00B819C8">
        <w:tc>
          <w:tcPr>
            <w:tcW w:w="2694" w:type="dxa"/>
            <w:vAlign w:val="center"/>
          </w:tcPr>
          <w:p w14:paraId="15BB071E" w14:textId="77777777"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30CB4FB" w14:textId="77777777"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7261A" w:rsidRPr="00250EFD" w14:paraId="738E50BE" w14:textId="77777777" w:rsidTr="00B819C8">
        <w:tc>
          <w:tcPr>
            <w:tcW w:w="2694" w:type="dxa"/>
            <w:vAlign w:val="center"/>
          </w:tcPr>
          <w:p w14:paraId="4E76C97E" w14:textId="77777777" w:rsidR="0057261A" w:rsidRPr="00250EFD" w:rsidRDefault="0057261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1CD7C4" w14:textId="6C86798D" w:rsidR="0057261A" w:rsidRPr="00250EFD" w:rsidRDefault="00231E27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7261A" w:rsidRPr="00250EFD" w14:paraId="01966EA4" w14:textId="77777777" w:rsidTr="00B819C8">
        <w:tc>
          <w:tcPr>
            <w:tcW w:w="2694" w:type="dxa"/>
            <w:vAlign w:val="center"/>
          </w:tcPr>
          <w:p w14:paraId="35BC815C" w14:textId="77777777"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BB7579" w14:textId="77777777"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7261A" w:rsidRPr="00250EFD" w14:paraId="6C69E0C2" w14:textId="77777777" w:rsidTr="00B819C8">
        <w:tc>
          <w:tcPr>
            <w:tcW w:w="2694" w:type="dxa"/>
            <w:vAlign w:val="center"/>
          </w:tcPr>
          <w:p w14:paraId="031F283A" w14:textId="77777777"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56F7B6" w14:textId="77777777"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7261A" w:rsidRPr="00250EFD" w14:paraId="538C4A7B" w14:textId="77777777" w:rsidTr="00B819C8">
        <w:tc>
          <w:tcPr>
            <w:tcW w:w="2694" w:type="dxa"/>
            <w:vAlign w:val="center"/>
          </w:tcPr>
          <w:p w14:paraId="34E069B0" w14:textId="77777777"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0435E7B" w14:textId="77777777"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7261A" w:rsidRPr="00250EFD" w14:paraId="5C5362AF" w14:textId="77777777" w:rsidTr="00B819C8">
        <w:tc>
          <w:tcPr>
            <w:tcW w:w="2694" w:type="dxa"/>
            <w:vAlign w:val="center"/>
          </w:tcPr>
          <w:p w14:paraId="48123A8F" w14:textId="77777777"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D4CAC" w14:textId="77777777"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7261A" w:rsidRPr="00250EFD" w14:paraId="4E3E12EE" w14:textId="77777777" w:rsidTr="00B819C8">
        <w:tc>
          <w:tcPr>
            <w:tcW w:w="2694" w:type="dxa"/>
            <w:vAlign w:val="center"/>
          </w:tcPr>
          <w:p w14:paraId="05FDCBB0" w14:textId="77777777"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BD8EE" w14:textId="3F5ABE17" w:rsidR="0057261A" w:rsidRPr="00250EFD" w:rsidRDefault="0057261A" w:rsidP="00382F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3723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57261A" w:rsidRPr="00250EFD" w14:paraId="2C43583B" w14:textId="77777777" w:rsidTr="00B819C8">
        <w:tc>
          <w:tcPr>
            <w:tcW w:w="2694" w:type="dxa"/>
            <w:vAlign w:val="center"/>
          </w:tcPr>
          <w:p w14:paraId="3E6900AA" w14:textId="77777777"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4B492E" w14:textId="77777777" w:rsidR="0057261A" w:rsidRPr="00250EFD" w:rsidRDefault="005726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rok, 5 semestr</w:t>
            </w:r>
          </w:p>
        </w:tc>
      </w:tr>
      <w:tr w:rsidR="0057261A" w:rsidRPr="00250EFD" w14:paraId="17C12D52" w14:textId="77777777" w:rsidTr="00B819C8">
        <w:tc>
          <w:tcPr>
            <w:tcW w:w="2694" w:type="dxa"/>
            <w:vAlign w:val="center"/>
          </w:tcPr>
          <w:p w14:paraId="2E9CA634" w14:textId="77777777"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AA0D967" w14:textId="77777777" w:rsidR="0057261A" w:rsidRPr="00250EFD" w:rsidRDefault="0057261A" w:rsidP="005726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Moduł C. Kształcenie kierunkowe, Moduł C.3. Przygotowanie pedagogiczne do pracy z dziećmi i uczniami ze specjalnymi potrzebami edukacyjnymi; przedmiot kierunkowy</w:t>
            </w:r>
          </w:p>
        </w:tc>
      </w:tr>
      <w:tr w:rsidR="0057261A" w:rsidRPr="00250EFD" w14:paraId="4BE75BA5" w14:textId="77777777" w:rsidTr="00B819C8">
        <w:tc>
          <w:tcPr>
            <w:tcW w:w="2694" w:type="dxa"/>
            <w:vAlign w:val="center"/>
          </w:tcPr>
          <w:p w14:paraId="68F461A7" w14:textId="77777777"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532CB9" w14:textId="77777777" w:rsidR="0057261A" w:rsidRPr="00250EFD" w:rsidRDefault="005726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57261A" w:rsidRPr="00250EFD" w14:paraId="5D4BF408" w14:textId="77777777" w:rsidTr="00B819C8">
        <w:tc>
          <w:tcPr>
            <w:tcW w:w="2694" w:type="dxa"/>
            <w:vAlign w:val="center"/>
          </w:tcPr>
          <w:p w14:paraId="05B3A9C1" w14:textId="77777777"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840F4D" w14:textId="49500EA4" w:rsidR="0057261A" w:rsidRPr="00F736BD" w:rsidRDefault="00F736BD" w:rsidP="00F736BD">
            <w:pPr>
              <w:pStyle w:val="Odpowiedzi"/>
              <w:spacing w:before="0" w:after="0"/>
              <w:rPr>
                <w:rFonts w:ascii="Corbel" w:hAnsi="Corbel"/>
                <w:bCs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57261A" w:rsidRPr="00250EFD" w14:paraId="3C2D1CBE" w14:textId="77777777" w:rsidTr="00B819C8">
        <w:tc>
          <w:tcPr>
            <w:tcW w:w="2694" w:type="dxa"/>
            <w:vAlign w:val="center"/>
          </w:tcPr>
          <w:p w14:paraId="45DDC8CC" w14:textId="77777777" w:rsidR="0057261A" w:rsidRPr="00250EFD" w:rsidRDefault="0057261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6D178B" w14:textId="464F0CDD" w:rsidR="0057261A" w:rsidRPr="00250EFD" w:rsidRDefault="005726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F736BD">
              <w:rPr>
                <w:rFonts w:ascii="Corbel" w:hAnsi="Corbel"/>
                <w:b w:val="0"/>
                <w:color w:val="auto"/>
                <w:sz w:val="24"/>
                <w:szCs w:val="24"/>
              </w:rPr>
              <w:t>Joanna Leśniak</w:t>
            </w:r>
          </w:p>
        </w:tc>
      </w:tr>
    </w:tbl>
    <w:p w14:paraId="29B4786C" w14:textId="77777777" w:rsidR="008C70EB" w:rsidRPr="00250EFD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 xml:space="preserve">* </w:t>
      </w:r>
      <w:r w:rsidRPr="00250EFD">
        <w:rPr>
          <w:rFonts w:ascii="Corbel" w:hAnsi="Corbel"/>
          <w:i/>
          <w:sz w:val="24"/>
          <w:szCs w:val="24"/>
        </w:rPr>
        <w:t>-</w:t>
      </w:r>
      <w:r w:rsidR="00B90885" w:rsidRPr="00250E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50EFD">
        <w:rPr>
          <w:rFonts w:ascii="Corbel" w:hAnsi="Corbel"/>
          <w:b w:val="0"/>
          <w:sz w:val="24"/>
          <w:szCs w:val="24"/>
        </w:rPr>
        <w:t>e,</w:t>
      </w:r>
      <w:r w:rsidRPr="00250EFD">
        <w:rPr>
          <w:rFonts w:ascii="Corbel" w:hAnsi="Corbel"/>
          <w:i/>
          <w:sz w:val="24"/>
          <w:szCs w:val="24"/>
        </w:rPr>
        <w:t xml:space="preserve"> </w:t>
      </w:r>
      <w:r w:rsidRPr="00250EF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50EFD">
        <w:rPr>
          <w:rFonts w:ascii="Corbel" w:hAnsi="Corbel"/>
          <w:b w:val="0"/>
          <w:i/>
          <w:sz w:val="24"/>
          <w:szCs w:val="24"/>
        </w:rPr>
        <w:t>w Jednostce</w:t>
      </w:r>
    </w:p>
    <w:p w14:paraId="0B7C8115" w14:textId="77777777" w:rsidR="00A81544" w:rsidRPr="00250EFD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70BECC" w14:textId="77777777" w:rsidR="00923D7D" w:rsidRPr="00250EFD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>1.</w:t>
      </w:r>
      <w:r w:rsidR="00E22FBC" w:rsidRPr="00250EFD">
        <w:rPr>
          <w:rFonts w:ascii="Corbel" w:hAnsi="Corbel"/>
          <w:sz w:val="24"/>
          <w:szCs w:val="24"/>
        </w:rPr>
        <w:t>1</w:t>
      </w:r>
      <w:r w:rsidRPr="00250EF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50EFD" w14:paraId="60A880C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6C7A" w14:textId="77777777"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Semestr</w:t>
            </w:r>
          </w:p>
          <w:p w14:paraId="13D27265" w14:textId="77777777" w:rsidR="00015B8F" w:rsidRPr="00250E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(</w:t>
            </w:r>
            <w:r w:rsidR="00363F78" w:rsidRPr="00250E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39BA" w14:textId="77777777"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EFD">
              <w:rPr>
                <w:rFonts w:ascii="Corbel" w:hAnsi="Corbel"/>
                <w:szCs w:val="24"/>
              </w:rPr>
              <w:t>Wykł</w:t>
            </w:r>
            <w:proofErr w:type="spellEnd"/>
            <w:r w:rsidRPr="00250E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4E6B" w14:textId="77777777"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71B0B" w14:textId="77777777"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EFD">
              <w:rPr>
                <w:rFonts w:ascii="Corbel" w:hAnsi="Corbel"/>
                <w:szCs w:val="24"/>
              </w:rPr>
              <w:t>Konw</w:t>
            </w:r>
            <w:proofErr w:type="spellEnd"/>
            <w:r w:rsidRPr="00250E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52301" w14:textId="77777777"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A511" w14:textId="77777777"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EFD">
              <w:rPr>
                <w:rFonts w:ascii="Corbel" w:hAnsi="Corbel"/>
                <w:szCs w:val="24"/>
              </w:rPr>
              <w:t>Sem</w:t>
            </w:r>
            <w:proofErr w:type="spellEnd"/>
            <w:r w:rsidRPr="00250E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576DC" w14:textId="77777777"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AF2A" w14:textId="77777777"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50EFD">
              <w:rPr>
                <w:rFonts w:ascii="Corbel" w:hAnsi="Corbel"/>
                <w:szCs w:val="24"/>
              </w:rPr>
              <w:t>Prakt</w:t>
            </w:r>
            <w:proofErr w:type="spellEnd"/>
            <w:r w:rsidRPr="00250E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59E8D" w14:textId="77777777"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50E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34DA" w14:textId="77777777" w:rsidR="00015B8F" w:rsidRPr="00250E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50EFD">
              <w:rPr>
                <w:rFonts w:ascii="Corbel" w:hAnsi="Corbel"/>
                <w:b/>
                <w:szCs w:val="24"/>
              </w:rPr>
              <w:t>Liczba pkt</w:t>
            </w:r>
            <w:r w:rsidR="00B90885" w:rsidRPr="00250EFD">
              <w:rPr>
                <w:rFonts w:ascii="Corbel" w:hAnsi="Corbel"/>
                <w:b/>
                <w:szCs w:val="24"/>
              </w:rPr>
              <w:t>.</w:t>
            </w:r>
            <w:r w:rsidRPr="00250EF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50EFD" w14:paraId="56125122" w14:textId="77777777" w:rsidTr="00D55A9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86F2" w14:textId="77777777" w:rsidR="00015B8F" w:rsidRPr="00250EFD" w:rsidRDefault="00E951A9" w:rsidP="00D55A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2C948" w14:textId="17BBFCD1" w:rsidR="00015B8F" w:rsidRPr="00250EFD" w:rsidRDefault="006E7D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A10D" w14:textId="0A238C2A" w:rsidR="00015B8F" w:rsidRPr="00250EFD" w:rsidRDefault="006E7D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5E03" w14:textId="77777777"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A7AD" w14:textId="77777777"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8B2A" w14:textId="77777777"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92A4" w14:textId="77777777"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62E4" w14:textId="77777777"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78FB" w14:textId="77777777" w:rsidR="00015B8F" w:rsidRPr="00250EF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F8D8" w14:textId="77777777" w:rsidR="00015B8F" w:rsidRPr="00250EFD" w:rsidRDefault="00E951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7BF56F4" w14:textId="77777777" w:rsidR="0075135E" w:rsidRPr="00250EFD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22777AB3" w14:textId="77777777" w:rsidR="0085747A" w:rsidRPr="00250E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>1.</w:t>
      </w:r>
      <w:r w:rsidR="00E22FBC" w:rsidRPr="00250EFD">
        <w:rPr>
          <w:rFonts w:ascii="Corbel" w:hAnsi="Corbel"/>
          <w:smallCaps w:val="0"/>
          <w:szCs w:val="24"/>
        </w:rPr>
        <w:t>2</w:t>
      </w:r>
      <w:r w:rsidR="00F83B28" w:rsidRPr="00250EFD">
        <w:rPr>
          <w:rFonts w:ascii="Corbel" w:hAnsi="Corbel"/>
          <w:smallCaps w:val="0"/>
          <w:szCs w:val="24"/>
        </w:rPr>
        <w:t>.</w:t>
      </w:r>
      <w:r w:rsidR="00F83B28" w:rsidRPr="00250EFD">
        <w:rPr>
          <w:rFonts w:ascii="Corbel" w:hAnsi="Corbel"/>
          <w:smallCaps w:val="0"/>
          <w:szCs w:val="24"/>
        </w:rPr>
        <w:tab/>
      </w:r>
      <w:r w:rsidRPr="00250EFD">
        <w:rPr>
          <w:rFonts w:ascii="Corbel" w:hAnsi="Corbel"/>
          <w:smallCaps w:val="0"/>
          <w:szCs w:val="24"/>
        </w:rPr>
        <w:t xml:space="preserve">Sposób realizacji zajęć  </w:t>
      </w:r>
    </w:p>
    <w:p w14:paraId="5CAAF75F" w14:textId="77777777" w:rsidR="00D55A9D" w:rsidRPr="00250EFD" w:rsidRDefault="00D55A9D" w:rsidP="00D55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eastAsia="MS Gothic" w:hAnsi="Corbel"/>
          <w:b w:val="0"/>
          <w:szCs w:val="24"/>
        </w:rPr>
        <w:sym w:font="Wingdings" w:char="F078"/>
      </w:r>
      <w:r w:rsidRPr="00250EFD">
        <w:rPr>
          <w:rFonts w:ascii="Corbel" w:eastAsia="MS Gothic" w:hAnsi="Corbel"/>
          <w:b w:val="0"/>
          <w:szCs w:val="24"/>
        </w:rPr>
        <w:t xml:space="preserve"> </w:t>
      </w:r>
      <w:r w:rsidRPr="00250EFD">
        <w:rPr>
          <w:rFonts w:ascii="Corbel" w:hAnsi="Corbel"/>
          <w:b w:val="0"/>
          <w:smallCaps w:val="0"/>
          <w:szCs w:val="24"/>
        </w:rPr>
        <w:t>zajęcia w formie tradycyjnej</w:t>
      </w:r>
    </w:p>
    <w:p w14:paraId="25E0E941" w14:textId="77777777" w:rsidR="0085747A" w:rsidRPr="00250EFD" w:rsidRDefault="0085747A" w:rsidP="008C70E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50EFD">
        <w:rPr>
          <w:rFonts w:ascii="MS Gothic" w:eastAsia="MS Gothic" w:hAnsi="MS Gothic" w:cs="MS Gothic" w:hint="eastAsia"/>
          <w:b w:val="0"/>
          <w:szCs w:val="24"/>
        </w:rPr>
        <w:t>☐</w:t>
      </w:r>
      <w:r w:rsidRPr="00250EF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61321D" w14:textId="77777777" w:rsidR="00D55A9D" w:rsidRPr="00250EFD" w:rsidRDefault="00D55A9D" w:rsidP="008C70E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BCC51A8" w14:textId="77777777" w:rsidR="009C54AE" w:rsidRPr="00250EFD" w:rsidRDefault="00E22FBC" w:rsidP="00D55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 xml:space="preserve">1.3 </w:t>
      </w:r>
      <w:r w:rsidR="00F83B28" w:rsidRPr="00250EFD">
        <w:rPr>
          <w:rFonts w:ascii="Corbel" w:hAnsi="Corbel"/>
          <w:smallCaps w:val="0"/>
          <w:szCs w:val="24"/>
        </w:rPr>
        <w:tab/>
      </w:r>
      <w:r w:rsidRPr="00250EFD">
        <w:rPr>
          <w:rFonts w:ascii="Corbel" w:hAnsi="Corbel"/>
          <w:smallCaps w:val="0"/>
          <w:szCs w:val="24"/>
        </w:rPr>
        <w:t>For</w:t>
      </w:r>
      <w:r w:rsidR="00445970" w:rsidRPr="00250EFD">
        <w:rPr>
          <w:rFonts w:ascii="Corbel" w:hAnsi="Corbel"/>
          <w:smallCaps w:val="0"/>
          <w:szCs w:val="24"/>
        </w:rPr>
        <w:t xml:space="preserve">ma zaliczenia przedmiotu </w:t>
      </w:r>
      <w:r w:rsidRPr="00250EFD">
        <w:rPr>
          <w:rFonts w:ascii="Corbel" w:hAnsi="Corbel"/>
          <w:smallCaps w:val="0"/>
          <w:szCs w:val="24"/>
        </w:rPr>
        <w:t xml:space="preserve"> (z toku) </w:t>
      </w:r>
    </w:p>
    <w:p w14:paraId="1865930B" w14:textId="77777777" w:rsidR="00D55A9D" w:rsidRPr="00250EFD" w:rsidRDefault="00D55A9D" w:rsidP="00D55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b w:val="0"/>
          <w:smallCaps w:val="0"/>
          <w:szCs w:val="24"/>
        </w:rPr>
        <w:tab/>
        <w:t>wykład: zaliczenie bez oceny</w:t>
      </w:r>
    </w:p>
    <w:p w14:paraId="0BC6CDF6" w14:textId="77777777" w:rsidR="00D55A9D" w:rsidRPr="00250EFD" w:rsidRDefault="00D55A9D" w:rsidP="00D55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b w:val="0"/>
          <w:smallCaps w:val="0"/>
          <w:szCs w:val="24"/>
        </w:rPr>
        <w:tab/>
        <w:t>ćwiczenia: zaliczenie z oceną</w:t>
      </w:r>
    </w:p>
    <w:p w14:paraId="64D81C59" w14:textId="77777777" w:rsidR="00E960BB" w:rsidRPr="00250EF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C47532" w14:textId="77777777" w:rsidR="00E960BB" w:rsidRPr="00250E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0EF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0EFD" w14:paraId="01BF8EE8" w14:textId="77777777" w:rsidTr="00745302">
        <w:tc>
          <w:tcPr>
            <w:tcW w:w="9670" w:type="dxa"/>
          </w:tcPr>
          <w:p w14:paraId="78D0EA75" w14:textId="77777777" w:rsidR="0085747A" w:rsidRPr="00250EFD" w:rsidRDefault="00502447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Pedagogika osób z niepełnosprawnością intelektualną, Interdyscyplinarne studia nad niepełnosprawnością</w:t>
            </w:r>
            <w:r w:rsidR="00326BFA" w:rsidRPr="00250E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50E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A7E71" w:rsidRPr="00250EFD">
              <w:rPr>
                <w:rFonts w:ascii="Corbel" w:hAnsi="Corbel"/>
                <w:b w:val="0"/>
                <w:smallCaps w:val="0"/>
                <w:szCs w:val="24"/>
              </w:rPr>
              <w:t>Teoretyczne podstawy wychowania</w:t>
            </w:r>
          </w:p>
        </w:tc>
      </w:tr>
    </w:tbl>
    <w:p w14:paraId="2CDA0C43" w14:textId="77777777" w:rsidR="00153C41" w:rsidRPr="00250E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151FBD" w14:textId="77777777" w:rsidR="0085747A" w:rsidRPr="00250EF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50EFD">
        <w:rPr>
          <w:rFonts w:ascii="Corbel" w:hAnsi="Corbel"/>
          <w:szCs w:val="24"/>
        </w:rPr>
        <w:t>3.</w:t>
      </w:r>
      <w:r w:rsidR="0085747A" w:rsidRPr="00250EFD">
        <w:rPr>
          <w:rFonts w:ascii="Corbel" w:hAnsi="Corbel"/>
          <w:szCs w:val="24"/>
        </w:rPr>
        <w:t xml:space="preserve"> </w:t>
      </w:r>
      <w:r w:rsidR="00A84C85" w:rsidRPr="00250EFD">
        <w:rPr>
          <w:rFonts w:ascii="Corbel" w:hAnsi="Corbel"/>
          <w:szCs w:val="24"/>
        </w:rPr>
        <w:t>cele, efekty uczenia się</w:t>
      </w:r>
      <w:r w:rsidR="0085747A" w:rsidRPr="00250EFD">
        <w:rPr>
          <w:rFonts w:ascii="Corbel" w:hAnsi="Corbel"/>
          <w:szCs w:val="24"/>
        </w:rPr>
        <w:t xml:space="preserve"> , treści Programowe i stosowane metody Dydaktyczne</w:t>
      </w:r>
    </w:p>
    <w:p w14:paraId="796F6561" w14:textId="77777777" w:rsidR="008C70EB" w:rsidRPr="00250E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 xml:space="preserve">3.1 </w:t>
      </w:r>
      <w:r w:rsidR="00C05F44" w:rsidRPr="00250EFD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250EFD" w14:paraId="6DBAFD98" w14:textId="77777777" w:rsidTr="00614BD2">
        <w:tc>
          <w:tcPr>
            <w:tcW w:w="851" w:type="dxa"/>
            <w:vAlign w:val="center"/>
          </w:tcPr>
          <w:p w14:paraId="419144A2" w14:textId="77777777" w:rsidR="00614BD2" w:rsidRPr="00250EFD" w:rsidRDefault="00614BD2" w:rsidP="00D55A9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02C135" w14:textId="77777777" w:rsidR="00614BD2" w:rsidRPr="00250EFD" w:rsidRDefault="00326BFA" w:rsidP="00326B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Analiza zakresu pojęć: opieka i wsparcie w odniesieniu do dzieci i młodzieży z niepełnosprawnościami</w:t>
            </w:r>
          </w:p>
        </w:tc>
      </w:tr>
      <w:tr w:rsidR="00614BD2" w:rsidRPr="00250EFD" w14:paraId="7B0C21E9" w14:textId="77777777" w:rsidTr="00614BD2">
        <w:tc>
          <w:tcPr>
            <w:tcW w:w="851" w:type="dxa"/>
            <w:vAlign w:val="center"/>
          </w:tcPr>
          <w:p w14:paraId="399FAD6D" w14:textId="77777777" w:rsidR="00614BD2" w:rsidRPr="00250EFD" w:rsidRDefault="00614BD2" w:rsidP="00D55A9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CCF628" w14:textId="77777777" w:rsidR="00614BD2" w:rsidRPr="00250EFD" w:rsidRDefault="00326BFA" w:rsidP="000B7203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250EFD">
              <w:rPr>
                <w:rFonts w:ascii="Corbel" w:hAnsi="Corbel"/>
              </w:rPr>
              <w:t xml:space="preserve">Zapoznanie studentów z instytucjonalnymi i pozainstytucjonalnymi formami opieki i wsparcia </w:t>
            </w:r>
          </w:p>
        </w:tc>
      </w:tr>
      <w:tr w:rsidR="00614BD2" w:rsidRPr="00250EFD" w14:paraId="07D2DBFA" w14:textId="77777777" w:rsidTr="00614BD2">
        <w:tc>
          <w:tcPr>
            <w:tcW w:w="851" w:type="dxa"/>
            <w:vAlign w:val="center"/>
          </w:tcPr>
          <w:p w14:paraId="1B7DEF7E" w14:textId="77777777" w:rsidR="00614BD2" w:rsidRPr="00250EFD" w:rsidRDefault="00614BD2" w:rsidP="00D55A9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9597463" w14:textId="77777777" w:rsidR="00614BD2" w:rsidRPr="00250EFD" w:rsidRDefault="00F90943" w:rsidP="00C73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Przedstawienie placówek prowadzących formy opieki i wsparcia</w:t>
            </w:r>
            <w:r w:rsidR="000B7203" w:rsidRPr="00250EFD">
              <w:rPr>
                <w:rFonts w:ascii="Corbel" w:hAnsi="Corbel"/>
                <w:b w:val="0"/>
                <w:sz w:val="24"/>
                <w:szCs w:val="24"/>
              </w:rPr>
              <w:t xml:space="preserve"> dla dzieci i młodzieży </w:t>
            </w:r>
            <w:r w:rsidR="006D5D8F" w:rsidRPr="00250EFD">
              <w:rPr>
                <w:rFonts w:ascii="Corbel" w:hAnsi="Corbel"/>
                <w:b w:val="0"/>
                <w:sz w:val="24"/>
                <w:szCs w:val="24"/>
              </w:rPr>
              <w:t xml:space="preserve">z niepełnosprawnościami </w:t>
            </w:r>
          </w:p>
        </w:tc>
      </w:tr>
      <w:tr w:rsidR="00F90943" w:rsidRPr="00250EFD" w14:paraId="550C74B9" w14:textId="77777777" w:rsidTr="00614BD2">
        <w:tc>
          <w:tcPr>
            <w:tcW w:w="851" w:type="dxa"/>
            <w:vAlign w:val="center"/>
          </w:tcPr>
          <w:p w14:paraId="3F4DA969" w14:textId="77777777" w:rsidR="00F90943" w:rsidRPr="00250EFD" w:rsidRDefault="00F90943" w:rsidP="00D55A9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6905B3" w14:textId="77777777" w:rsidR="00F90943" w:rsidRPr="00250EFD" w:rsidRDefault="006D5D8F" w:rsidP="006D5D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0EFD">
              <w:rPr>
                <w:rFonts w:ascii="Corbel" w:hAnsi="Corbel"/>
                <w:b w:val="0"/>
                <w:sz w:val="24"/>
                <w:szCs w:val="24"/>
              </w:rPr>
              <w:t>Omówienie działalności</w:t>
            </w:r>
            <w:r w:rsidR="00F90943" w:rsidRPr="00250EFD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  <w:r w:rsidRPr="00250EFD">
              <w:rPr>
                <w:rFonts w:ascii="Corbel" w:hAnsi="Corbel"/>
                <w:b w:val="0"/>
                <w:sz w:val="24"/>
                <w:szCs w:val="24"/>
              </w:rPr>
              <w:t xml:space="preserve">instytucjonalnych i pozainstytucjonalnych form </w:t>
            </w:r>
            <w:r w:rsidR="00F90943" w:rsidRPr="00250EFD">
              <w:rPr>
                <w:rFonts w:ascii="Corbel" w:hAnsi="Corbel"/>
                <w:b w:val="0"/>
                <w:sz w:val="24"/>
                <w:szCs w:val="24"/>
              </w:rPr>
              <w:t xml:space="preserve">opieki i wsparcia </w:t>
            </w:r>
            <w:r w:rsidR="000B7203" w:rsidRPr="00250EFD">
              <w:rPr>
                <w:rFonts w:ascii="Corbel" w:hAnsi="Corbel"/>
                <w:b w:val="0"/>
                <w:sz w:val="24"/>
                <w:szCs w:val="24"/>
              </w:rPr>
              <w:t xml:space="preserve">dla dzieci i młodzieży z niepełnosprawnościami </w:t>
            </w:r>
          </w:p>
        </w:tc>
      </w:tr>
    </w:tbl>
    <w:p w14:paraId="59E6CF19" w14:textId="77777777" w:rsidR="001B3624" w:rsidRPr="00250EFD" w:rsidRDefault="001B3624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3CF85" w14:textId="77777777" w:rsidR="001D7B54" w:rsidRPr="00250EFD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b/>
          <w:sz w:val="24"/>
          <w:szCs w:val="24"/>
        </w:rPr>
        <w:t xml:space="preserve">3.2 </w:t>
      </w:r>
      <w:r w:rsidR="001D7B54" w:rsidRPr="00250EFD">
        <w:rPr>
          <w:rFonts w:ascii="Corbel" w:hAnsi="Corbel"/>
          <w:b/>
          <w:sz w:val="24"/>
          <w:szCs w:val="24"/>
        </w:rPr>
        <w:t xml:space="preserve">Efekty </w:t>
      </w:r>
      <w:r w:rsidR="00C05F44" w:rsidRPr="00250E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50EFD">
        <w:rPr>
          <w:rFonts w:ascii="Corbel" w:hAnsi="Corbel"/>
          <w:b/>
          <w:sz w:val="24"/>
          <w:szCs w:val="24"/>
        </w:rPr>
        <w:t>dla przedmiotu</w:t>
      </w:r>
      <w:r w:rsidR="00445970" w:rsidRPr="00250EFD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250EFD" w14:paraId="44C22015" w14:textId="77777777" w:rsidTr="0071620A">
        <w:tc>
          <w:tcPr>
            <w:tcW w:w="1701" w:type="dxa"/>
            <w:vAlign w:val="center"/>
          </w:tcPr>
          <w:p w14:paraId="555CE833" w14:textId="77777777" w:rsidR="0085747A" w:rsidRPr="00250EFD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50EF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50EF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44BFEC" w14:textId="77777777" w:rsidR="0085747A" w:rsidRPr="00250EFD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083A0F2" w14:textId="77777777" w:rsidR="0085747A" w:rsidRPr="00250EFD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50EF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5A9D" w:rsidRPr="00250EFD" w14:paraId="59943A24" w14:textId="77777777" w:rsidTr="0071620A">
        <w:tc>
          <w:tcPr>
            <w:tcW w:w="1701" w:type="dxa"/>
            <w:vAlign w:val="center"/>
          </w:tcPr>
          <w:p w14:paraId="665599FF" w14:textId="77777777" w:rsidR="00D55A9D" w:rsidRPr="00250EFD" w:rsidRDefault="00D55A9D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7D01B9B4" w14:textId="77777777" w:rsidR="00D55A9D" w:rsidRPr="00250EFD" w:rsidRDefault="00D55A9D" w:rsidP="003A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463E2813" w14:textId="77777777" w:rsidR="00D55A9D" w:rsidRPr="00250EFD" w:rsidRDefault="00D55A9D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250EFD" w14:paraId="37B3FADD" w14:textId="77777777" w:rsidTr="00D55A9D">
        <w:tc>
          <w:tcPr>
            <w:tcW w:w="1701" w:type="dxa"/>
            <w:vAlign w:val="center"/>
          </w:tcPr>
          <w:p w14:paraId="26875DBB" w14:textId="77777777" w:rsidR="00AA0E4C" w:rsidRPr="00250EFD" w:rsidRDefault="00AA0E4C" w:rsidP="00D55A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23A2EE" w14:textId="77777777" w:rsidR="00AA0E4C" w:rsidRPr="00250EFD" w:rsidRDefault="0035362C" w:rsidP="00D55A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Zna formy opieki i wsparcia instytucjonal</w:t>
            </w:r>
            <w:r w:rsidR="00D70CD5" w:rsidRPr="00250EFD">
              <w:rPr>
                <w:rFonts w:ascii="Corbel" w:hAnsi="Corbel"/>
                <w:sz w:val="24"/>
                <w:szCs w:val="24"/>
              </w:rPr>
              <w:t xml:space="preserve">nego, w tym system edukacyjny, resort 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medyczny </w:t>
            </w:r>
            <w:r w:rsidR="00D70CD5" w:rsidRPr="00250EFD">
              <w:rPr>
                <w:rFonts w:ascii="Corbel" w:hAnsi="Corbel"/>
                <w:sz w:val="24"/>
                <w:szCs w:val="24"/>
              </w:rPr>
              <w:t>i pomocy społecznej.</w:t>
            </w:r>
          </w:p>
        </w:tc>
        <w:tc>
          <w:tcPr>
            <w:tcW w:w="1873" w:type="dxa"/>
            <w:vAlign w:val="center"/>
          </w:tcPr>
          <w:p w14:paraId="1C2E4FB1" w14:textId="77777777" w:rsidR="00AA0E4C" w:rsidRPr="00250EFD" w:rsidRDefault="00AA0E4C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PS.W10.</w:t>
            </w:r>
          </w:p>
        </w:tc>
      </w:tr>
      <w:tr w:rsidR="005965DD" w:rsidRPr="00250EFD" w14:paraId="322B6FA6" w14:textId="77777777" w:rsidTr="00D55A9D">
        <w:trPr>
          <w:trHeight w:val="844"/>
        </w:trPr>
        <w:tc>
          <w:tcPr>
            <w:tcW w:w="1701" w:type="dxa"/>
            <w:vAlign w:val="center"/>
          </w:tcPr>
          <w:p w14:paraId="0EABC7A8" w14:textId="77777777" w:rsidR="005965DD" w:rsidRPr="00250EFD" w:rsidRDefault="005965DD" w:rsidP="00D55A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F172390" w14:textId="77777777" w:rsidR="00072E77" w:rsidRPr="00250EFD" w:rsidRDefault="006E3D9C" w:rsidP="00D55A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D282F" w:rsidRPr="00250EFD">
              <w:rPr>
                <w:rFonts w:ascii="Corbel" w:hAnsi="Corbel"/>
                <w:sz w:val="24"/>
                <w:szCs w:val="24"/>
              </w:rPr>
              <w:t>wskazać</w:t>
            </w:r>
            <w:r w:rsidR="00F71DC0" w:rsidRPr="00250EFD">
              <w:rPr>
                <w:rFonts w:ascii="Corbel" w:hAnsi="Corbel"/>
                <w:sz w:val="24"/>
                <w:szCs w:val="24"/>
              </w:rPr>
              <w:t xml:space="preserve"> zakres oddziaływań</w:t>
            </w:r>
            <w:r w:rsidR="007D282F" w:rsidRPr="00250EFD">
              <w:rPr>
                <w:rFonts w:ascii="Corbel" w:hAnsi="Corbel"/>
                <w:sz w:val="24"/>
                <w:szCs w:val="24"/>
              </w:rPr>
              <w:t xml:space="preserve"> i metod postępowania</w:t>
            </w:r>
            <w:r w:rsidR="00F71DC0" w:rsidRPr="00250EFD">
              <w:rPr>
                <w:rFonts w:ascii="Corbel" w:hAnsi="Corbel"/>
                <w:sz w:val="24"/>
                <w:szCs w:val="24"/>
              </w:rPr>
              <w:t xml:space="preserve"> instytucji wsparcia i pomocy dzieciom o zróżnicowanych potrzebach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 wynikających z niepełnosprawności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65BC399B" w14:textId="77777777" w:rsidR="00F71DC0" w:rsidRPr="00250EFD" w:rsidRDefault="00F71DC0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PS.U7.</w:t>
            </w:r>
          </w:p>
          <w:p w14:paraId="00FAD78A" w14:textId="77777777" w:rsidR="005965DD" w:rsidRPr="00250EFD" w:rsidRDefault="005965DD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965DD" w:rsidRPr="00250EFD" w14:paraId="232C8CCB" w14:textId="77777777" w:rsidTr="00D55A9D">
        <w:tc>
          <w:tcPr>
            <w:tcW w:w="1701" w:type="dxa"/>
            <w:vAlign w:val="center"/>
          </w:tcPr>
          <w:p w14:paraId="4766F4B8" w14:textId="77777777" w:rsidR="005965DD" w:rsidRPr="00250EFD" w:rsidRDefault="005965DD" w:rsidP="00D55A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3C70BC6" w14:textId="77777777" w:rsidR="00CC7CFD" w:rsidRPr="00250EFD" w:rsidRDefault="007D282F" w:rsidP="00D55A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Potrafi pracować w zespole, pełniąc w nim różne role, podejmować i wyznaczać zadania, współpracować z nauczycie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>lami, specjalistami, rodzicami oraz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 opiekunami dzieci i młodzieży celem </w:t>
            </w:r>
            <w:r w:rsidR="00291308" w:rsidRPr="00250EFD">
              <w:rPr>
                <w:rFonts w:ascii="Corbel" w:hAnsi="Corbel"/>
                <w:sz w:val="24"/>
                <w:szCs w:val="24"/>
              </w:rPr>
              <w:t xml:space="preserve">udzielenia 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 xml:space="preserve">im </w:t>
            </w:r>
            <w:r w:rsidRPr="00250EFD">
              <w:rPr>
                <w:rFonts w:ascii="Corbel" w:hAnsi="Corbel"/>
                <w:sz w:val="24"/>
                <w:szCs w:val="24"/>
              </w:rPr>
              <w:t>wsparcia i pomocy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61B93AF" w14:textId="77777777" w:rsidR="007D282F" w:rsidRPr="00250EFD" w:rsidRDefault="007D282F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PS.U9.</w:t>
            </w:r>
          </w:p>
          <w:p w14:paraId="3AFD5181" w14:textId="77777777" w:rsidR="005965DD" w:rsidRPr="00250EFD" w:rsidRDefault="005965DD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965DD" w:rsidRPr="00250EFD" w14:paraId="53E32DF6" w14:textId="77777777" w:rsidTr="00D55A9D">
        <w:tc>
          <w:tcPr>
            <w:tcW w:w="1701" w:type="dxa"/>
            <w:vAlign w:val="center"/>
          </w:tcPr>
          <w:p w14:paraId="7F2213CB" w14:textId="77777777" w:rsidR="005965DD" w:rsidRPr="00250EFD" w:rsidRDefault="005965DD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EK_</w:t>
            </w:r>
            <w:r w:rsidRPr="00250EFD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14:paraId="595E60F5" w14:textId="77777777" w:rsidR="005965DD" w:rsidRPr="00250EFD" w:rsidRDefault="00291308" w:rsidP="00D55A9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Absolwent jest gotów do podjęcia pracy w zespole, pełnienia w nim różnych ról oraz współpracy z nauczycielami, pedagogami, specjalistami, rodzicami lub opiekunami uczniów i innymi członkami społeczności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 xml:space="preserve"> instytucjonalnej oraz 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 lokalnej</w:t>
            </w:r>
            <w:r w:rsidR="00ED351C" w:rsidRPr="00250EF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4BA8DEB" w14:textId="77777777" w:rsidR="005965DD" w:rsidRPr="00250EFD" w:rsidRDefault="00291308" w:rsidP="00D55A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PS.K7.</w:t>
            </w:r>
          </w:p>
        </w:tc>
      </w:tr>
    </w:tbl>
    <w:p w14:paraId="4D671C0B" w14:textId="77777777" w:rsidR="008C70EB" w:rsidRPr="00250EFD" w:rsidRDefault="008C70E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7ABBE7F" w14:textId="77777777" w:rsidR="00D55A9D" w:rsidRPr="00250E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50EFD">
        <w:rPr>
          <w:rFonts w:ascii="Corbel" w:hAnsi="Corbel"/>
          <w:b/>
          <w:sz w:val="24"/>
          <w:szCs w:val="24"/>
        </w:rPr>
        <w:t>3.3</w:t>
      </w:r>
      <w:r w:rsidR="001D7B54" w:rsidRPr="00250EFD">
        <w:rPr>
          <w:rFonts w:ascii="Corbel" w:hAnsi="Corbel"/>
          <w:b/>
          <w:sz w:val="24"/>
          <w:szCs w:val="24"/>
        </w:rPr>
        <w:t xml:space="preserve"> </w:t>
      </w:r>
      <w:r w:rsidR="0085747A" w:rsidRPr="00250EFD">
        <w:rPr>
          <w:rFonts w:ascii="Corbel" w:hAnsi="Corbel"/>
          <w:b/>
          <w:sz w:val="24"/>
          <w:szCs w:val="24"/>
        </w:rPr>
        <w:t>T</w:t>
      </w:r>
      <w:r w:rsidR="001D7B54" w:rsidRPr="00250EFD">
        <w:rPr>
          <w:rFonts w:ascii="Corbel" w:hAnsi="Corbel"/>
          <w:b/>
          <w:sz w:val="24"/>
          <w:szCs w:val="24"/>
        </w:rPr>
        <w:t xml:space="preserve">reści programowe </w:t>
      </w:r>
    </w:p>
    <w:p w14:paraId="62B7C236" w14:textId="77777777" w:rsidR="000C4C8A" w:rsidRPr="00250EFD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 xml:space="preserve">  </w:t>
      </w:r>
    </w:p>
    <w:p w14:paraId="3EA274AC" w14:textId="77777777" w:rsidR="0085747A" w:rsidRPr="00250EFD" w:rsidRDefault="0085747A" w:rsidP="000C4C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1935" w:rsidRPr="00250EFD" w14:paraId="5DD02D4A" w14:textId="77777777" w:rsidTr="00C731B6">
        <w:tc>
          <w:tcPr>
            <w:tcW w:w="9639" w:type="dxa"/>
          </w:tcPr>
          <w:p w14:paraId="7962C944" w14:textId="77777777" w:rsidR="00721935" w:rsidRPr="00250EFD" w:rsidRDefault="00721935" w:rsidP="00FD19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Treści merytoryczne</w:t>
            </w:r>
            <w:r w:rsidR="00D55A9D" w:rsidRPr="00250EF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21935" w:rsidRPr="00250EFD" w14:paraId="6C91969A" w14:textId="77777777" w:rsidTr="00C731B6">
        <w:tc>
          <w:tcPr>
            <w:tcW w:w="9639" w:type="dxa"/>
          </w:tcPr>
          <w:p w14:paraId="166645D4" w14:textId="77777777" w:rsidR="00721935" w:rsidRPr="00250EFD" w:rsidRDefault="00721935" w:rsidP="00FD19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Istota i zakres pojęciowy opieki (definicje, aspekty pedagogiczne, psychologiczne i socjalne)</w:t>
            </w:r>
            <w:r w:rsidR="005A5DBD" w:rsidRPr="00250EFD">
              <w:rPr>
                <w:rFonts w:ascii="Corbel" w:hAnsi="Corbel"/>
                <w:sz w:val="24"/>
                <w:szCs w:val="24"/>
              </w:rPr>
              <w:t>.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212D2" w:rsidRPr="00250EFD" w14:paraId="73BFE9BE" w14:textId="77777777" w:rsidTr="00C731B6">
        <w:tc>
          <w:tcPr>
            <w:tcW w:w="9639" w:type="dxa"/>
          </w:tcPr>
          <w:p w14:paraId="284B81D1" w14:textId="77777777" w:rsidR="00E212D2" w:rsidRPr="00250EFD" w:rsidRDefault="00E212D2" w:rsidP="00FD19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Wsparcie społeczne, zasoby środowiskowe, rodzaje wsparcia (analiza pojęć)</w:t>
            </w:r>
            <w:r w:rsidR="005A5DBD" w:rsidRPr="00250EF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21935" w:rsidRPr="00250EFD" w14:paraId="0670E409" w14:textId="77777777" w:rsidTr="00C731B6">
        <w:tc>
          <w:tcPr>
            <w:tcW w:w="9639" w:type="dxa"/>
          </w:tcPr>
          <w:p w14:paraId="24770E6B" w14:textId="77777777" w:rsidR="00721935" w:rsidRPr="00250EFD" w:rsidRDefault="005F2B78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>F</w:t>
            </w:r>
            <w:r w:rsidR="00721935" w:rsidRPr="00250EFD">
              <w:rPr>
                <w:rFonts w:ascii="Corbel" w:hAnsi="Corbel"/>
                <w:color w:val="000000"/>
              </w:rPr>
              <w:t xml:space="preserve">ormy opieki </w:t>
            </w:r>
            <w:r w:rsidR="00B44637" w:rsidRPr="00250EFD">
              <w:rPr>
                <w:rFonts w:ascii="Corbel" w:hAnsi="Corbel"/>
                <w:color w:val="000000"/>
              </w:rPr>
              <w:t xml:space="preserve">i wsparcia </w:t>
            </w:r>
            <w:r w:rsidR="00D60B27" w:rsidRPr="00250EFD">
              <w:rPr>
                <w:rFonts w:ascii="Corbel" w:hAnsi="Corbel"/>
                <w:color w:val="000000"/>
              </w:rPr>
              <w:t xml:space="preserve">dzieci i młodzieży </w:t>
            </w:r>
            <w:r w:rsidR="00B44637" w:rsidRPr="00250EFD">
              <w:rPr>
                <w:rFonts w:ascii="Corbel" w:hAnsi="Corbel"/>
                <w:color w:val="000000"/>
              </w:rPr>
              <w:t>w resorcie edukacji</w:t>
            </w:r>
            <w:r w:rsidR="005A5DBD" w:rsidRPr="00250EFD">
              <w:rPr>
                <w:rFonts w:ascii="Corbel" w:hAnsi="Corbel"/>
                <w:color w:val="000000"/>
              </w:rPr>
              <w:t>.</w:t>
            </w:r>
          </w:p>
        </w:tc>
      </w:tr>
      <w:tr w:rsidR="00B44637" w:rsidRPr="00250EFD" w14:paraId="060607F4" w14:textId="77777777" w:rsidTr="00C731B6">
        <w:tc>
          <w:tcPr>
            <w:tcW w:w="9639" w:type="dxa"/>
          </w:tcPr>
          <w:p w14:paraId="33E8D37C" w14:textId="77777777" w:rsidR="00B44637" w:rsidRPr="00250EFD" w:rsidRDefault="005F2B78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>F</w:t>
            </w:r>
            <w:r w:rsidR="00B44637" w:rsidRPr="00250EFD">
              <w:rPr>
                <w:rFonts w:ascii="Corbel" w:hAnsi="Corbel"/>
                <w:color w:val="000000"/>
              </w:rPr>
              <w:t xml:space="preserve">ormy opieki i wsparcia </w:t>
            </w:r>
            <w:r w:rsidR="00D60B27" w:rsidRPr="00250EFD">
              <w:rPr>
                <w:rFonts w:ascii="Corbel" w:hAnsi="Corbel"/>
                <w:color w:val="000000"/>
              </w:rPr>
              <w:t xml:space="preserve">dzieci i młodzieży </w:t>
            </w:r>
            <w:r w:rsidR="00B44637" w:rsidRPr="00250EFD">
              <w:rPr>
                <w:rFonts w:ascii="Corbel" w:hAnsi="Corbel"/>
                <w:color w:val="000000"/>
              </w:rPr>
              <w:t>w resorcie medycznym</w:t>
            </w:r>
            <w:r w:rsidR="005A5DBD" w:rsidRPr="00250EFD">
              <w:rPr>
                <w:rFonts w:ascii="Corbel" w:hAnsi="Corbel"/>
                <w:color w:val="000000"/>
              </w:rPr>
              <w:t>.</w:t>
            </w:r>
          </w:p>
        </w:tc>
      </w:tr>
      <w:tr w:rsidR="005F2B78" w:rsidRPr="00250EFD" w14:paraId="32F86371" w14:textId="77777777" w:rsidTr="00C731B6">
        <w:tc>
          <w:tcPr>
            <w:tcW w:w="9639" w:type="dxa"/>
          </w:tcPr>
          <w:p w14:paraId="306BCF31" w14:textId="77777777" w:rsidR="005F2B78" w:rsidRPr="00250EFD" w:rsidRDefault="005F2B78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>Formy opieki i wsparcia w resorcie pomocy społecznej</w:t>
            </w:r>
            <w:r w:rsidR="005A5DBD" w:rsidRPr="00250EFD">
              <w:rPr>
                <w:rFonts w:ascii="Corbel" w:hAnsi="Corbel"/>
                <w:color w:val="000000"/>
              </w:rPr>
              <w:t>.</w:t>
            </w:r>
            <w:r w:rsidRPr="00250EFD">
              <w:rPr>
                <w:rFonts w:ascii="Corbel" w:hAnsi="Corbel"/>
                <w:color w:val="000000"/>
              </w:rPr>
              <w:t xml:space="preserve"> </w:t>
            </w:r>
          </w:p>
        </w:tc>
      </w:tr>
    </w:tbl>
    <w:p w14:paraId="7E0BBB51" w14:textId="77777777" w:rsidR="00D55A9D" w:rsidRPr="00250EFD" w:rsidRDefault="00D55A9D" w:rsidP="00D55A9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31E0764" w14:textId="77777777" w:rsidR="0085747A" w:rsidRPr="00250EFD" w:rsidRDefault="0085747A" w:rsidP="00D55A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50EFD">
        <w:rPr>
          <w:rFonts w:ascii="Corbel" w:hAnsi="Corbel"/>
          <w:sz w:val="24"/>
          <w:szCs w:val="24"/>
        </w:rPr>
        <w:lastRenderedPageBreak/>
        <w:t>Pro</w:t>
      </w:r>
      <w:r w:rsidR="00746E3E" w:rsidRPr="00250EFD">
        <w:rPr>
          <w:rFonts w:ascii="Corbel" w:hAnsi="Corbel"/>
          <w:sz w:val="24"/>
          <w:szCs w:val="24"/>
        </w:rPr>
        <w:t>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0EFD" w14:paraId="0A11DE8F" w14:textId="77777777" w:rsidTr="00923D7D">
        <w:tc>
          <w:tcPr>
            <w:tcW w:w="9639" w:type="dxa"/>
          </w:tcPr>
          <w:p w14:paraId="520E4FA2" w14:textId="77777777" w:rsidR="0085747A" w:rsidRPr="00250EFD" w:rsidRDefault="0085747A" w:rsidP="00FD194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Treści merytoryczne</w:t>
            </w:r>
            <w:r w:rsidR="00FD194A" w:rsidRPr="00250EF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D194A" w:rsidRPr="00250EFD" w14:paraId="430E69FE" w14:textId="77777777" w:rsidTr="00923D7D">
        <w:tc>
          <w:tcPr>
            <w:tcW w:w="9639" w:type="dxa"/>
          </w:tcPr>
          <w:p w14:paraId="6A93CC38" w14:textId="77777777" w:rsidR="00FD194A" w:rsidRPr="00250EFD" w:rsidRDefault="00FD194A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>Organizacje rządowe wspierające dziecko i rodzinę (zakres ekonomiczny, środowiskowy, rzeczowy).</w:t>
            </w:r>
          </w:p>
        </w:tc>
      </w:tr>
      <w:tr w:rsidR="00FD194A" w:rsidRPr="00250EFD" w14:paraId="2CC855B5" w14:textId="77777777" w:rsidTr="00923D7D">
        <w:tc>
          <w:tcPr>
            <w:tcW w:w="9639" w:type="dxa"/>
          </w:tcPr>
          <w:p w14:paraId="1B051376" w14:textId="77777777" w:rsidR="00FD194A" w:rsidRPr="00250EFD" w:rsidRDefault="00FD194A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>Organizacje pozarządowe działające na rzecz opieki i wsparcia rodzin z dziećmi z niepełnosprawnościami (rodzaj niepełnosprawności , sieć i możliwości wsparcia i pomocy).</w:t>
            </w:r>
          </w:p>
        </w:tc>
      </w:tr>
      <w:tr w:rsidR="00FD194A" w:rsidRPr="00250EFD" w14:paraId="61465AED" w14:textId="77777777" w:rsidTr="00923D7D">
        <w:tc>
          <w:tcPr>
            <w:tcW w:w="9639" w:type="dxa"/>
          </w:tcPr>
          <w:p w14:paraId="1C8CD14E" w14:textId="77777777" w:rsidR="00FD194A" w:rsidRPr="00250EFD" w:rsidRDefault="00FD194A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 xml:space="preserve">Społeczne i wspólnotowe formy wsparcia rodzin wychowujących dzieci i młodzież z niepełnosprawnością. </w:t>
            </w:r>
          </w:p>
        </w:tc>
      </w:tr>
      <w:tr w:rsidR="00FD194A" w:rsidRPr="00250EFD" w14:paraId="2205676E" w14:textId="77777777" w:rsidTr="00923D7D">
        <w:tc>
          <w:tcPr>
            <w:tcW w:w="9639" w:type="dxa"/>
          </w:tcPr>
          <w:p w14:paraId="631B1BC6" w14:textId="77777777" w:rsidR="00FD194A" w:rsidRPr="00250EFD" w:rsidRDefault="00FD194A" w:rsidP="00FD194A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250EFD">
              <w:rPr>
                <w:rFonts w:ascii="Corbel" w:hAnsi="Corbel"/>
                <w:color w:val="000000"/>
              </w:rPr>
              <w:t xml:space="preserve">Media społecznościowe w procesie wsparcia rodziców wychowujących dzieci z niepełnosprawnością. </w:t>
            </w:r>
          </w:p>
        </w:tc>
      </w:tr>
      <w:tr w:rsidR="00FD194A" w:rsidRPr="00250EFD" w14:paraId="56118B53" w14:textId="77777777" w:rsidTr="00923D7D">
        <w:tc>
          <w:tcPr>
            <w:tcW w:w="9639" w:type="dxa"/>
          </w:tcPr>
          <w:p w14:paraId="445D9B09" w14:textId="77777777" w:rsidR="00FD194A" w:rsidRPr="00250EFD" w:rsidRDefault="00FD194A" w:rsidP="00FD194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Aspekty moralno-etyczne w działalności na rzecz opieki i wsparcia.</w:t>
            </w:r>
          </w:p>
        </w:tc>
      </w:tr>
      <w:tr w:rsidR="00FD194A" w:rsidRPr="00250EFD" w14:paraId="715B4168" w14:textId="77777777" w:rsidTr="00923D7D">
        <w:tc>
          <w:tcPr>
            <w:tcW w:w="9639" w:type="dxa"/>
          </w:tcPr>
          <w:p w14:paraId="7A1ACDEF" w14:textId="77777777" w:rsidR="00FD194A" w:rsidRPr="00250EFD" w:rsidRDefault="00FD194A" w:rsidP="00FD194A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Granice pomocy i wsparcia. Analiza zjawiska, sytuacji, doświadczeń. Krytyczna analiza zjawisk.</w:t>
            </w:r>
          </w:p>
        </w:tc>
      </w:tr>
    </w:tbl>
    <w:p w14:paraId="54E92F16" w14:textId="77777777" w:rsidR="0085747A" w:rsidRPr="00250E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04606" w14:textId="77777777" w:rsidR="00721935" w:rsidRPr="00250EFD" w:rsidRDefault="009F4610" w:rsidP="00FD488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>3.4 Metody dydaktyczne</w:t>
      </w:r>
      <w:r w:rsidRPr="00250EFD">
        <w:rPr>
          <w:rFonts w:ascii="Corbel" w:hAnsi="Corbel"/>
          <w:b w:val="0"/>
          <w:smallCaps w:val="0"/>
          <w:szCs w:val="24"/>
        </w:rPr>
        <w:t xml:space="preserve"> </w:t>
      </w:r>
    </w:p>
    <w:p w14:paraId="3B4AFE4A" w14:textId="77777777" w:rsidR="00FD194A" w:rsidRPr="00250EFD" w:rsidRDefault="00FD194A" w:rsidP="00FD194A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b w:val="0"/>
          <w:smallCaps w:val="0"/>
          <w:szCs w:val="24"/>
        </w:rPr>
        <w:t>w</w:t>
      </w:r>
      <w:r w:rsidR="00721935" w:rsidRPr="00250EFD">
        <w:rPr>
          <w:rFonts w:ascii="Corbel" w:hAnsi="Corbel"/>
          <w:b w:val="0"/>
          <w:smallCaps w:val="0"/>
          <w:szCs w:val="24"/>
        </w:rPr>
        <w:t xml:space="preserve">ykład: </w:t>
      </w:r>
      <w:r w:rsidR="00FD488C" w:rsidRPr="00250EFD">
        <w:rPr>
          <w:rFonts w:ascii="Corbel" w:hAnsi="Corbel"/>
          <w:b w:val="0"/>
          <w:smallCaps w:val="0"/>
          <w:szCs w:val="24"/>
        </w:rPr>
        <w:t>wykład problemowy, wykład z prezentacją multimedialną</w:t>
      </w:r>
    </w:p>
    <w:p w14:paraId="470A39DE" w14:textId="77777777" w:rsidR="0085747A" w:rsidRPr="00250EFD" w:rsidRDefault="00FD194A" w:rsidP="00FD194A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b w:val="0"/>
          <w:smallCaps w:val="0"/>
          <w:szCs w:val="24"/>
        </w:rPr>
        <w:t>ćwiczenia:</w:t>
      </w:r>
      <w:r w:rsidR="000C4C8A" w:rsidRPr="00250EFD">
        <w:rPr>
          <w:rFonts w:ascii="Corbel" w:hAnsi="Corbel"/>
          <w:b w:val="0"/>
          <w:smallCaps w:val="0"/>
          <w:szCs w:val="24"/>
        </w:rPr>
        <w:t xml:space="preserve"> analiza sytuacji, zjawisk, dobrych praktyk i doświadczeń</w:t>
      </w:r>
      <w:r w:rsidRPr="00250EFD">
        <w:rPr>
          <w:rFonts w:ascii="Corbel" w:hAnsi="Corbel"/>
          <w:b w:val="0"/>
          <w:smallCaps w:val="0"/>
          <w:szCs w:val="24"/>
        </w:rPr>
        <w:t>, dyskusja</w:t>
      </w:r>
      <w:r w:rsidR="00607402" w:rsidRPr="00250EFD">
        <w:rPr>
          <w:rFonts w:ascii="Corbel" w:hAnsi="Corbel"/>
          <w:b w:val="0"/>
          <w:smallCaps w:val="0"/>
          <w:szCs w:val="24"/>
        </w:rPr>
        <w:t>, praca projektowa</w:t>
      </w:r>
    </w:p>
    <w:p w14:paraId="6E5AE372" w14:textId="77777777" w:rsidR="00E960BB" w:rsidRPr="00250E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D47889" w14:textId="77777777" w:rsidR="0085747A" w:rsidRPr="00250E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 xml:space="preserve">4. </w:t>
      </w:r>
      <w:r w:rsidR="0085747A" w:rsidRPr="00250EFD">
        <w:rPr>
          <w:rFonts w:ascii="Corbel" w:hAnsi="Corbel"/>
          <w:smallCaps w:val="0"/>
          <w:szCs w:val="24"/>
        </w:rPr>
        <w:t>METODY I KRYTERIA OCENY</w:t>
      </w:r>
      <w:r w:rsidR="009F4610" w:rsidRPr="00250EFD">
        <w:rPr>
          <w:rFonts w:ascii="Corbel" w:hAnsi="Corbel"/>
          <w:smallCaps w:val="0"/>
          <w:szCs w:val="24"/>
        </w:rPr>
        <w:t xml:space="preserve"> </w:t>
      </w:r>
    </w:p>
    <w:p w14:paraId="0520FDCF" w14:textId="77777777" w:rsidR="00923D7D" w:rsidRPr="00250E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5A01A" w14:textId="77777777" w:rsidR="0085747A" w:rsidRPr="00250EFD" w:rsidRDefault="0085747A" w:rsidP="00FD19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50EF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250EFD" w14:paraId="61731100" w14:textId="77777777" w:rsidTr="00C05F44">
        <w:tc>
          <w:tcPr>
            <w:tcW w:w="1985" w:type="dxa"/>
            <w:vAlign w:val="center"/>
          </w:tcPr>
          <w:p w14:paraId="1BCBDE3D" w14:textId="77777777" w:rsidR="0085747A" w:rsidRPr="00250EF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7198700" w14:textId="77777777" w:rsidR="0085747A" w:rsidRPr="00250EF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295CF7B9" w14:textId="77777777" w:rsidR="0085747A" w:rsidRPr="00250EF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250EFD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983D42" w14:textId="77777777" w:rsidR="0085747A" w:rsidRPr="00250EFD" w:rsidRDefault="0085747A" w:rsidP="00746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64E6" w:rsidRPr="00250EFD" w14:paraId="5EF31B8D" w14:textId="77777777" w:rsidTr="00746E3E">
        <w:tc>
          <w:tcPr>
            <w:tcW w:w="1985" w:type="dxa"/>
            <w:vAlign w:val="center"/>
          </w:tcPr>
          <w:p w14:paraId="166008F1" w14:textId="77777777" w:rsidR="002264E6" w:rsidRPr="00250EFD" w:rsidRDefault="002264E6" w:rsidP="00746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50E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50E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7D43B427" w14:textId="77777777" w:rsidR="002264E6" w:rsidRPr="00250EFD" w:rsidRDefault="008A1D28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projektowa</w:t>
            </w:r>
            <w:r w:rsidR="00374171"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 xml:space="preserve">, przygotowanie i analiza sytuacji problemowej </w:t>
            </w:r>
          </w:p>
        </w:tc>
        <w:tc>
          <w:tcPr>
            <w:tcW w:w="2126" w:type="dxa"/>
            <w:vAlign w:val="center"/>
          </w:tcPr>
          <w:p w14:paraId="29633B9F" w14:textId="77777777" w:rsidR="002264E6" w:rsidRPr="00250EFD" w:rsidRDefault="00607402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wykład, ćwiczenia</w:t>
            </w:r>
          </w:p>
        </w:tc>
      </w:tr>
      <w:tr w:rsidR="008A1D28" w:rsidRPr="00250EFD" w14:paraId="68C4D742" w14:textId="77777777" w:rsidTr="00746E3E">
        <w:tc>
          <w:tcPr>
            <w:tcW w:w="1985" w:type="dxa"/>
            <w:vAlign w:val="center"/>
          </w:tcPr>
          <w:p w14:paraId="2F74D36E" w14:textId="77777777" w:rsidR="008A1D28" w:rsidRPr="00250EFD" w:rsidRDefault="008A1D28" w:rsidP="00746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0E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FDFE952" w14:textId="77777777" w:rsidR="008A1D28" w:rsidRPr="00250EFD" w:rsidRDefault="008A1D28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projektowa</w:t>
            </w:r>
            <w:r w:rsidR="00374171"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przygotowanie i analiza sytuacji problemowej</w:t>
            </w:r>
          </w:p>
        </w:tc>
        <w:tc>
          <w:tcPr>
            <w:tcW w:w="2126" w:type="dxa"/>
            <w:vAlign w:val="center"/>
          </w:tcPr>
          <w:p w14:paraId="3C06B7C5" w14:textId="77777777" w:rsidR="008A1D28" w:rsidRPr="00250EFD" w:rsidRDefault="00607402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wykład, ćwiczenia</w:t>
            </w:r>
          </w:p>
        </w:tc>
      </w:tr>
      <w:tr w:rsidR="008A1D28" w:rsidRPr="00250EFD" w14:paraId="0787201C" w14:textId="77777777" w:rsidTr="00746E3E">
        <w:tc>
          <w:tcPr>
            <w:tcW w:w="1985" w:type="dxa"/>
            <w:vAlign w:val="center"/>
          </w:tcPr>
          <w:p w14:paraId="6282DEE2" w14:textId="77777777" w:rsidR="008A1D28" w:rsidRPr="00250EFD" w:rsidRDefault="008A1D28" w:rsidP="00746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50E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50E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51AD711F" w14:textId="77777777" w:rsidR="008A1D28" w:rsidRPr="00250EFD" w:rsidRDefault="008A1D28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projektowa</w:t>
            </w:r>
            <w:r w:rsidR="00374171"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przygotowanie i analiza sytuacji problemowej</w:t>
            </w:r>
          </w:p>
        </w:tc>
        <w:tc>
          <w:tcPr>
            <w:tcW w:w="2126" w:type="dxa"/>
            <w:vAlign w:val="center"/>
          </w:tcPr>
          <w:p w14:paraId="05D9971E" w14:textId="77777777" w:rsidR="008A1D28" w:rsidRPr="00250EFD" w:rsidRDefault="00607402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wykład, ćwiczenia</w:t>
            </w:r>
          </w:p>
        </w:tc>
      </w:tr>
      <w:tr w:rsidR="008A1D28" w:rsidRPr="00250EFD" w14:paraId="710A2C78" w14:textId="77777777" w:rsidTr="00746E3E">
        <w:tc>
          <w:tcPr>
            <w:tcW w:w="1985" w:type="dxa"/>
            <w:vAlign w:val="center"/>
          </w:tcPr>
          <w:p w14:paraId="65E78D37" w14:textId="77777777" w:rsidR="008A1D28" w:rsidRPr="00250EFD" w:rsidRDefault="008A1D28" w:rsidP="00746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50EF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7F2155E9" w14:textId="77777777" w:rsidR="008A1D28" w:rsidRPr="00250EFD" w:rsidRDefault="008A1D28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praca projektowa</w:t>
            </w:r>
            <w:r w:rsidR="00374171"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, przygotowanie i analiza sytuacji problemowej</w:t>
            </w:r>
          </w:p>
        </w:tc>
        <w:tc>
          <w:tcPr>
            <w:tcW w:w="2126" w:type="dxa"/>
            <w:vAlign w:val="center"/>
          </w:tcPr>
          <w:p w14:paraId="3CE9D12B" w14:textId="77777777" w:rsidR="008A1D28" w:rsidRPr="00250EFD" w:rsidRDefault="00607402" w:rsidP="00746E3E">
            <w:pPr>
              <w:spacing w:after="0" w:line="240" w:lineRule="auto"/>
              <w:jc w:val="center"/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</w:pPr>
            <w:r w:rsidRPr="00250EFD">
              <w:rPr>
                <w:rStyle w:val="Odwoanieintensywne"/>
                <w:rFonts w:ascii="Corbel" w:hAnsi="Corbel"/>
                <w:b w:val="0"/>
                <w:color w:val="auto"/>
                <w:sz w:val="24"/>
                <w:szCs w:val="24"/>
                <w:u w:val="none"/>
              </w:rPr>
              <w:t>ćwiczenia</w:t>
            </w:r>
          </w:p>
        </w:tc>
      </w:tr>
    </w:tbl>
    <w:p w14:paraId="2E58ED3C" w14:textId="77777777" w:rsidR="00321345" w:rsidRPr="00250EFD" w:rsidRDefault="0032134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91D12B" w14:textId="77777777" w:rsidR="00923D7D" w:rsidRPr="00250EFD" w:rsidRDefault="003E1941" w:rsidP="004C7E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 xml:space="preserve">4.2 </w:t>
      </w:r>
      <w:r w:rsidR="0085747A" w:rsidRPr="00250EF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50EF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50EFD" w14:paraId="222BB1A0" w14:textId="77777777" w:rsidTr="00923D7D">
        <w:tc>
          <w:tcPr>
            <w:tcW w:w="9670" w:type="dxa"/>
          </w:tcPr>
          <w:p w14:paraId="09122535" w14:textId="77777777" w:rsidR="0085747A" w:rsidRPr="00250EFD" w:rsidRDefault="009949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46E3E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0C4C8A" w:rsidRPr="00250EFD">
              <w:rPr>
                <w:rFonts w:ascii="Corbel" w:hAnsi="Corbel"/>
                <w:b w:val="0"/>
                <w:smallCaps w:val="0"/>
                <w:szCs w:val="24"/>
              </w:rPr>
              <w:t>80% obecności na wykładach</w:t>
            </w:r>
          </w:p>
          <w:p w14:paraId="182A19C7" w14:textId="77777777" w:rsidR="003B7BCF" w:rsidRPr="00250EFD" w:rsidRDefault="009E34C9" w:rsidP="008A1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746E3E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8A1D28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pracy projektowej (problemowej) </w:t>
            </w:r>
            <w:r w:rsidR="000C4C8A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386039" w:rsidRPr="00250EFD">
              <w:rPr>
                <w:rFonts w:ascii="Corbel" w:hAnsi="Corbel"/>
                <w:b w:val="0"/>
                <w:smallCaps w:val="0"/>
                <w:szCs w:val="24"/>
              </w:rPr>
              <w:t>uzgodniony z wykładowcą temat</w:t>
            </w:r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oceniana w skali: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607402" w:rsidRPr="00250EF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386039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014A01CC" w14:textId="77777777" w:rsidR="0085747A" w:rsidRPr="00250EFD" w:rsidRDefault="0085747A" w:rsidP="001F27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33AB35" w14:textId="77777777" w:rsidR="009949CD" w:rsidRPr="00250EFD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B74B" w14:textId="77777777" w:rsidR="0085747A" w:rsidRPr="00250EFD" w:rsidRDefault="0085747A" w:rsidP="00746E3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50EFD">
        <w:rPr>
          <w:rFonts w:ascii="Corbel" w:hAnsi="Corbel"/>
          <w:b/>
          <w:sz w:val="24"/>
          <w:szCs w:val="24"/>
        </w:rPr>
        <w:t xml:space="preserve">5. </w:t>
      </w:r>
      <w:r w:rsidR="00C61DC5" w:rsidRPr="00250E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50EFD" w14:paraId="171E32E1" w14:textId="77777777" w:rsidTr="003E1941">
        <w:tc>
          <w:tcPr>
            <w:tcW w:w="4962" w:type="dxa"/>
            <w:vAlign w:val="center"/>
          </w:tcPr>
          <w:p w14:paraId="29F38F94" w14:textId="77777777" w:rsidR="0085747A" w:rsidRPr="00250E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0E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50E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50E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D7DBF5" w14:textId="77777777" w:rsidR="0085747A" w:rsidRPr="00250E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0E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50E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50EF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50E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50EFD" w14:paraId="65AA9836" w14:textId="77777777" w:rsidTr="00923D7D">
        <w:tc>
          <w:tcPr>
            <w:tcW w:w="4962" w:type="dxa"/>
          </w:tcPr>
          <w:p w14:paraId="7C92925D" w14:textId="40840673" w:rsidR="0085747A" w:rsidRPr="00250EFD" w:rsidRDefault="00C61DC5" w:rsidP="000F6B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G</w:t>
            </w:r>
            <w:r w:rsidR="0085747A" w:rsidRPr="00250EF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50EF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50EF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50EF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05F592" w14:textId="7379DFB9" w:rsidR="0085747A" w:rsidRPr="00250EFD" w:rsidRDefault="006E7D12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46E3E" w:rsidRPr="00250EFD" w14:paraId="79D88E7A" w14:textId="77777777" w:rsidTr="00923D7D">
        <w:tc>
          <w:tcPr>
            <w:tcW w:w="4962" w:type="dxa"/>
          </w:tcPr>
          <w:p w14:paraId="5C9E35F8" w14:textId="77777777" w:rsidR="00746E3E" w:rsidRPr="00250EFD" w:rsidRDefault="00746E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</w:tc>
        <w:tc>
          <w:tcPr>
            <w:tcW w:w="4677" w:type="dxa"/>
          </w:tcPr>
          <w:p w14:paraId="3C894994" w14:textId="77777777" w:rsidR="00746E3E" w:rsidRPr="00250EFD" w:rsidRDefault="00746E3E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746E3E" w:rsidRPr="00250EFD" w14:paraId="0DC6A92C" w14:textId="77777777" w:rsidTr="00111314">
        <w:trPr>
          <w:trHeight w:val="1145"/>
        </w:trPr>
        <w:tc>
          <w:tcPr>
            <w:tcW w:w="4962" w:type="dxa"/>
          </w:tcPr>
          <w:p w14:paraId="03DEC4C0" w14:textId="77777777" w:rsidR="00746E3E" w:rsidRPr="00250EFD" w:rsidRDefault="00746E3E" w:rsidP="00746E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250E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50EFD">
              <w:rPr>
                <w:rFonts w:ascii="Corbel" w:hAnsi="Corbel"/>
                <w:sz w:val="24"/>
                <w:szCs w:val="24"/>
              </w:rPr>
              <w:t>:</w:t>
            </w:r>
          </w:p>
          <w:p w14:paraId="142EB8EB" w14:textId="1EDD74E3" w:rsidR="00746E3E" w:rsidRPr="00250EFD" w:rsidRDefault="00245C24" w:rsidP="00746E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46E3E" w:rsidRPr="00250EFD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5F78C791" w14:textId="34CE3092" w:rsidR="00746E3E" w:rsidRPr="00250EFD" w:rsidRDefault="00245C24" w:rsidP="00746E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46E3E" w:rsidRPr="00250EFD">
              <w:rPr>
                <w:rFonts w:ascii="Corbel" w:hAnsi="Corbel"/>
                <w:sz w:val="24"/>
                <w:szCs w:val="24"/>
              </w:rPr>
              <w:t>Analiza literatury</w:t>
            </w:r>
          </w:p>
          <w:p w14:paraId="378CE85B" w14:textId="1E2066E3" w:rsidR="00746E3E" w:rsidRPr="00250EFD" w:rsidRDefault="00245C24" w:rsidP="00746E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746E3E" w:rsidRPr="00250EFD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</w:tc>
        <w:tc>
          <w:tcPr>
            <w:tcW w:w="4677" w:type="dxa"/>
          </w:tcPr>
          <w:p w14:paraId="33BACD5E" w14:textId="77777777" w:rsidR="00746E3E" w:rsidRPr="00250EFD" w:rsidRDefault="00746E3E" w:rsidP="00746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654E9D" w14:textId="22152841" w:rsidR="00746E3E" w:rsidRPr="00250EFD" w:rsidRDefault="006E7D12" w:rsidP="00746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6985B11A" w14:textId="7B3DDDC6" w:rsidR="00746E3E" w:rsidRPr="00250EFD" w:rsidRDefault="006C5263" w:rsidP="00746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E7D12">
              <w:rPr>
                <w:rFonts w:ascii="Corbel" w:hAnsi="Corbel"/>
                <w:sz w:val="24"/>
                <w:szCs w:val="24"/>
              </w:rPr>
              <w:t>5</w:t>
            </w:r>
          </w:p>
          <w:p w14:paraId="48E82B01" w14:textId="6AA6FFEE" w:rsidR="00746E3E" w:rsidRPr="00250EFD" w:rsidRDefault="006E7D12" w:rsidP="00746E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250EFD" w14:paraId="25F0A296" w14:textId="77777777" w:rsidTr="00923D7D">
        <w:tc>
          <w:tcPr>
            <w:tcW w:w="4962" w:type="dxa"/>
          </w:tcPr>
          <w:p w14:paraId="1954AE5D" w14:textId="77777777" w:rsidR="0085747A" w:rsidRPr="00250E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B1F429" w14:textId="1A2AD110" w:rsidR="0085747A" w:rsidRPr="00250EFD" w:rsidRDefault="006C5263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50EFD" w14:paraId="7D5EA8DD" w14:textId="77777777" w:rsidTr="00923D7D">
        <w:tc>
          <w:tcPr>
            <w:tcW w:w="4962" w:type="dxa"/>
          </w:tcPr>
          <w:p w14:paraId="1B9A183B" w14:textId="77777777" w:rsidR="0085747A" w:rsidRPr="00250EF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50E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A04AB5" w14:textId="77777777" w:rsidR="0085747A" w:rsidRPr="00250EFD" w:rsidRDefault="003B7BCF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50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3811F72" w14:textId="77777777" w:rsidR="0085747A" w:rsidRPr="00250E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50E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50EF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A032D9" w14:textId="77777777" w:rsidR="003E1941" w:rsidRPr="00250E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CBB840" w14:textId="77777777" w:rsidR="0085747A" w:rsidRPr="00250EFD" w:rsidRDefault="0071620A" w:rsidP="004C7EE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 xml:space="preserve">6. </w:t>
      </w:r>
      <w:r w:rsidR="0085747A" w:rsidRPr="00250EFD">
        <w:rPr>
          <w:rFonts w:ascii="Corbel" w:hAnsi="Corbel"/>
          <w:smallCaps w:val="0"/>
          <w:szCs w:val="24"/>
        </w:rPr>
        <w:t>PRAKTYKI ZAWO</w:t>
      </w:r>
      <w:r w:rsidR="009D3F3B" w:rsidRPr="00250EFD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250EFD" w14:paraId="14890B80" w14:textId="77777777" w:rsidTr="00323E0C">
        <w:trPr>
          <w:trHeight w:val="397"/>
        </w:trPr>
        <w:tc>
          <w:tcPr>
            <w:tcW w:w="4111" w:type="dxa"/>
          </w:tcPr>
          <w:p w14:paraId="61684E2F" w14:textId="77777777" w:rsidR="0085747A" w:rsidRPr="00250E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798C403B" w14:textId="77777777" w:rsidR="0085747A" w:rsidRPr="00250EFD" w:rsidRDefault="004C7EE6" w:rsidP="004C7E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250EFD" w14:paraId="4EA6B2D3" w14:textId="77777777" w:rsidTr="00323E0C">
        <w:trPr>
          <w:trHeight w:val="397"/>
        </w:trPr>
        <w:tc>
          <w:tcPr>
            <w:tcW w:w="4111" w:type="dxa"/>
          </w:tcPr>
          <w:p w14:paraId="688AEEE9" w14:textId="77777777" w:rsidR="0085747A" w:rsidRPr="00250E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4FC5070" w14:textId="77777777" w:rsidR="0085747A" w:rsidRPr="00250EFD" w:rsidRDefault="004C7EE6" w:rsidP="004C7E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C273632" w14:textId="77777777" w:rsidR="003E1941" w:rsidRPr="00250E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570B6F" w14:textId="77777777" w:rsidR="0085747A" w:rsidRPr="00250E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50EFD">
        <w:rPr>
          <w:rFonts w:ascii="Corbel" w:hAnsi="Corbel"/>
          <w:smallCaps w:val="0"/>
          <w:szCs w:val="24"/>
        </w:rPr>
        <w:t xml:space="preserve">7. </w:t>
      </w:r>
      <w:r w:rsidR="0085747A" w:rsidRPr="00250EFD">
        <w:rPr>
          <w:rFonts w:ascii="Corbel" w:hAnsi="Corbel"/>
          <w:smallCaps w:val="0"/>
          <w:szCs w:val="24"/>
        </w:rPr>
        <w:t>LITERATURA</w:t>
      </w:r>
      <w:r w:rsidRPr="00250EFD">
        <w:rPr>
          <w:rFonts w:ascii="Corbel" w:hAnsi="Corbel"/>
          <w:smallCaps w:val="0"/>
          <w:szCs w:val="24"/>
        </w:rPr>
        <w:t xml:space="preserve"> </w:t>
      </w:r>
    </w:p>
    <w:p w14:paraId="215E7120" w14:textId="77777777" w:rsidR="00675843" w:rsidRPr="00250E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50EFD" w14:paraId="495B60EE" w14:textId="77777777" w:rsidTr="004C7EE6">
        <w:trPr>
          <w:trHeight w:val="983"/>
        </w:trPr>
        <w:tc>
          <w:tcPr>
            <w:tcW w:w="9747" w:type="dxa"/>
          </w:tcPr>
          <w:p w14:paraId="3F269D42" w14:textId="77777777" w:rsidR="00944F4F" w:rsidRPr="00250EFD" w:rsidRDefault="00944F4F" w:rsidP="00944F4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0EF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76BD580" w14:textId="77777777" w:rsidR="006C2E1D" w:rsidRPr="00534A9A" w:rsidRDefault="006C2E1D" w:rsidP="00534A9A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34A9A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534A9A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534A9A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534A9A">
              <w:rPr>
                <w:rFonts w:ascii="Corbel" w:hAnsi="Corbel"/>
                <w:b w:val="0"/>
                <w:smallCaps w:val="0"/>
                <w:szCs w:val="24"/>
              </w:rPr>
              <w:t xml:space="preserve"> B., Stawarski A. (red.), </w:t>
            </w:r>
            <w:r w:rsidRPr="00534A9A">
              <w:rPr>
                <w:rFonts w:ascii="Corbel" w:hAnsi="Corbel"/>
                <w:b w:val="0"/>
                <w:i/>
                <w:smallCaps w:val="0"/>
                <w:szCs w:val="24"/>
              </w:rPr>
              <w:t>Dzieci chore, niepełnosprawne i z utrudnieniami w rozwoju</w:t>
            </w:r>
            <w:r w:rsidRPr="00534A9A">
              <w:rPr>
                <w:rFonts w:ascii="Corbel" w:hAnsi="Corbel"/>
                <w:b w:val="0"/>
                <w:smallCaps w:val="0"/>
                <w:szCs w:val="24"/>
              </w:rPr>
              <w:t>, Impuls, Kraków 2013</w:t>
            </w:r>
            <w:r w:rsidR="005A5DBD" w:rsidRPr="00534A9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EA7841" w14:textId="77777777" w:rsidR="006C2E1D" w:rsidRPr="00534A9A" w:rsidRDefault="006C2E1D" w:rsidP="00534A9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A9A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534A9A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534A9A">
              <w:rPr>
                <w:rFonts w:ascii="Corbel" w:hAnsi="Corbel"/>
                <w:b/>
                <w:i/>
                <w:sz w:val="24"/>
                <w:szCs w:val="24"/>
              </w:rPr>
              <w:t xml:space="preserve">  </w:t>
            </w:r>
            <w:r w:rsidRPr="00534A9A">
              <w:rPr>
                <w:rFonts w:ascii="Corbel" w:hAnsi="Corbel"/>
                <w:i/>
                <w:sz w:val="24"/>
                <w:szCs w:val="24"/>
              </w:rPr>
              <w:t>[w:] Asystent osoby z niepełnosprawnością intelektualną. Poradnik metodyczny dla profesjonalistów</w:t>
            </w:r>
            <w:r w:rsidRPr="00534A9A">
              <w:rPr>
                <w:rFonts w:ascii="Corbel" w:hAnsi="Corbel"/>
                <w:sz w:val="24"/>
                <w:szCs w:val="24"/>
              </w:rPr>
              <w:t>, red. M. Zima-</w:t>
            </w:r>
            <w:proofErr w:type="spellStart"/>
            <w:r w:rsidRPr="00534A9A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534A9A">
              <w:rPr>
                <w:rFonts w:ascii="Corbel" w:hAnsi="Corbel"/>
                <w:sz w:val="24"/>
                <w:szCs w:val="24"/>
              </w:rPr>
              <w:t>, B.E. Abramowska, Polskie Stowarzyszenie na rzecz Osób z Niepełnosprawnością Intelektualną, Warszawa 2017</w:t>
            </w:r>
            <w:r w:rsidR="005A5DBD" w:rsidRPr="00534A9A">
              <w:rPr>
                <w:rFonts w:ascii="Corbel" w:hAnsi="Corbel"/>
                <w:sz w:val="24"/>
                <w:szCs w:val="24"/>
              </w:rPr>
              <w:t>.</w:t>
            </w:r>
          </w:p>
          <w:p w14:paraId="72A66BE0" w14:textId="66ED68BF" w:rsidR="00534A9A" w:rsidRPr="00534A9A" w:rsidRDefault="007F2DAE" w:rsidP="00534A9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Leśniak J., </w:t>
            </w:r>
            <w:r w:rsidR="00534A9A" w:rsidRPr="00534A9A">
              <w:rPr>
                <w:rFonts w:ascii="Corbel" w:hAnsi="Corbel"/>
                <w:sz w:val="24"/>
                <w:szCs w:val="24"/>
              </w:rPr>
              <w:t>Rodzina - jej funkcje i znaczenie dla jednostki i społeczeństwa</w:t>
            </w:r>
          </w:p>
          <w:p w14:paraId="6B316747" w14:textId="60A9B719" w:rsidR="00534A9A" w:rsidRDefault="00534A9A" w:rsidP="00534A9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A9A">
              <w:rPr>
                <w:rFonts w:ascii="Corbel" w:hAnsi="Corbel"/>
                <w:sz w:val="24"/>
                <w:szCs w:val="24"/>
              </w:rPr>
              <w:t xml:space="preserve">w: </w:t>
            </w:r>
            <w:proofErr w:type="spellStart"/>
            <w:r w:rsidRPr="00534A9A">
              <w:rPr>
                <w:rFonts w:ascii="Corbel" w:hAnsi="Corbel"/>
                <w:sz w:val="24"/>
                <w:szCs w:val="24"/>
              </w:rPr>
              <w:t>Bębas</w:t>
            </w:r>
            <w:proofErr w:type="spellEnd"/>
            <w:r w:rsidRPr="00534A9A">
              <w:rPr>
                <w:rFonts w:ascii="Corbel" w:hAnsi="Corbel"/>
                <w:sz w:val="24"/>
                <w:szCs w:val="24"/>
              </w:rPr>
              <w:t xml:space="preserve"> S., </w:t>
            </w:r>
            <w:proofErr w:type="spellStart"/>
            <w:r w:rsidRPr="00534A9A">
              <w:rPr>
                <w:rFonts w:ascii="Corbel" w:hAnsi="Corbel"/>
                <w:sz w:val="24"/>
                <w:szCs w:val="24"/>
              </w:rPr>
              <w:t>Jasiuk</w:t>
            </w:r>
            <w:proofErr w:type="spellEnd"/>
            <w:r w:rsidRPr="00534A9A">
              <w:rPr>
                <w:rFonts w:ascii="Corbel" w:hAnsi="Corbel"/>
                <w:sz w:val="24"/>
                <w:szCs w:val="24"/>
              </w:rPr>
              <w:t xml:space="preserve"> E., (red.) Prawne, administracyjne i etyczne aspekty wychowania w rodzinie, Tom II, Wyższa Szkoła Handlowa, Radom,2011</w:t>
            </w:r>
          </w:p>
          <w:p w14:paraId="39BDA68A" w14:textId="5B292F85" w:rsidR="001E3823" w:rsidRPr="001E3823" w:rsidRDefault="001E3823" w:rsidP="00716BF9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3823">
              <w:rPr>
                <w:rFonts w:ascii="Corbel" w:hAnsi="Corbel"/>
                <w:sz w:val="24"/>
                <w:szCs w:val="24"/>
              </w:rPr>
              <w:t>Leśniak J., Uwarunkowania zachowania o charakterze niedostosowania społecznego młodzieży            z niepełnosprawnością intelektualną, Oficyna Wydawnicza AFM, Kraków, 2019</w:t>
            </w:r>
          </w:p>
          <w:p w14:paraId="5414068A" w14:textId="77777777" w:rsidR="005B2D22" w:rsidRPr="00534A9A" w:rsidRDefault="005B2D22" w:rsidP="00534A9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A9A">
              <w:rPr>
                <w:rFonts w:ascii="Corbel" w:hAnsi="Corbel"/>
                <w:sz w:val="24"/>
                <w:szCs w:val="24"/>
              </w:rPr>
              <w:t xml:space="preserve">Plichta P., Jagoszewska </w:t>
            </w:r>
            <w:proofErr w:type="spellStart"/>
            <w:r w:rsidRPr="00534A9A">
              <w:rPr>
                <w:rFonts w:ascii="Corbel" w:hAnsi="Corbel"/>
                <w:sz w:val="24"/>
                <w:szCs w:val="24"/>
              </w:rPr>
              <w:t>I.,i</w:t>
            </w:r>
            <w:proofErr w:type="spellEnd"/>
            <w:r w:rsidRPr="00534A9A">
              <w:rPr>
                <w:rFonts w:ascii="Corbel" w:hAnsi="Corbel"/>
                <w:sz w:val="24"/>
                <w:szCs w:val="24"/>
              </w:rPr>
              <w:t xml:space="preserve"> inni, </w:t>
            </w:r>
            <w:r w:rsidRPr="00534A9A">
              <w:rPr>
                <w:rFonts w:ascii="Corbel" w:hAnsi="Corbel"/>
                <w:i/>
                <w:sz w:val="24"/>
                <w:szCs w:val="24"/>
              </w:rPr>
              <w:t>Specjalne potrzeby edukacyjne uczniów z niepełnosprawnościami. Charakterystyka, specyfika edukacji i wsparcie</w:t>
            </w:r>
            <w:r w:rsidRPr="00534A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A132FA" w:rsidRPr="00534A9A">
              <w:rPr>
                <w:rFonts w:ascii="Corbel" w:hAnsi="Corbel"/>
                <w:sz w:val="24"/>
                <w:szCs w:val="24"/>
              </w:rPr>
              <w:t>„</w:t>
            </w:r>
            <w:r w:rsidRPr="00534A9A">
              <w:rPr>
                <w:rFonts w:ascii="Corbel" w:hAnsi="Corbel"/>
                <w:sz w:val="24"/>
                <w:szCs w:val="24"/>
              </w:rPr>
              <w:t>Impuls</w:t>
            </w:r>
            <w:r w:rsidR="00A132FA" w:rsidRPr="00534A9A">
              <w:rPr>
                <w:rFonts w:ascii="Corbel" w:hAnsi="Corbel"/>
                <w:sz w:val="24"/>
                <w:szCs w:val="24"/>
              </w:rPr>
              <w:t>”</w:t>
            </w:r>
            <w:r w:rsidRPr="00534A9A">
              <w:rPr>
                <w:rFonts w:ascii="Corbel" w:hAnsi="Corbel"/>
                <w:sz w:val="24"/>
                <w:szCs w:val="24"/>
              </w:rPr>
              <w:t>, Kraków 2017</w:t>
            </w:r>
            <w:r w:rsidR="005A5DBD" w:rsidRPr="00534A9A">
              <w:rPr>
                <w:rFonts w:ascii="Corbel" w:hAnsi="Corbel"/>
                <w:sz w:val="24"/>
                <w:szCs w:val="24"/>
              </w:rPr>
              <w:t>.</w:t>
            </w:r>
          </w:p>
          <w:p w14:paraId="437DBA28" w14:textId="77777777" w:rsidR="00944F4F" w:rsidRPr="00250EFD" w:rsidRDefault="006C2E1D" w:rsidP="00534A9A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4A9A">
              <w:rPr>
                <w:rFonts w:ascii="Corbel" w:hAnsi="Corbel"/>
                <w:sz w:val="24"/>
                <w:szCs w:val="24"/>
              </w:rPr>
              <w:t>Zima-</w:t>
            </w:r>
            <w:proofErr w:type="spellStart"/>
            <w:r w:rsidRPr="00534A9A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534A9A">
              <w:rPr>
                <w:rFonts w:ascii="Corbel" w:hAnsi="Corbel"/>
                <w:sz w:val="24"/>
                <w:szCs w:val="24"/>
              </w:rPr>
              <w:t xml:space="preserve"> M. (red.), Abramowska B.  </w:t>
            </w:r>
            <w:r w:rsidRPr="00534A9A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metodyczny dla profesjonalistów</w:t>
            </w:r>
            <w:r w:rsidR="004C7EE6" w:rsidRPr="00534A9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34A9A">
              <w:rPr>
                <w:rFonts w:ascii="Corbel" w:hAnsi="Corbel"/>
                <w:sz w:val="24"/>
                <w:szCs w:val="24"/>
              </w:rPr>
              <w:t>Polskie Stowarzyszenie na rzecz Osób z Niepełnosprawnością Intelektualną, Warszawa 2017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250EFD" w14:paraId="7F52080F" w14:textId="77777777" w:rsidTr="004C7EE6">
        <w:trPr>
          <w:trHeight w:val="397"/>
        </w:trPr>
        <w:tc>
          <w:tcPr>
            <w:tcW w:w="9747" w:type="dxa"/>
          </w:tcPr>
          <w:p w14:paraId="51A2607A" w14:textId="77777777" w:rsidR="0085747A" w:rsidRPr="00250EFD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50EF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D5C163D" w14:textId="77777777" w:rsidR="00BB52A9" w:rsidRDefault="00BB52A9" w:rsidP="00534A9A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50EFD">
              <w:rPr>
                <w:rFonts w:ascii="Corbel" w:hAnsi="Corbel"/>
                <w:b w:val="0"/>
                <w:smallCaps w:val="0"/>
                <w:szCs w:val="24"/>
              </w:rPr>
              <w:t>Cytowska</w:t>
            </w:r>
            <w:proofErr w:type="spellEnd"/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B. </w:t>
            </w:r>
            <w:proofErr w:type="spellStart"/>
            <w:r w:rsidRPr="00250EFD">
              <w:rPr>
                <w:rFonts w:ascii="Corbel" w:hAnsi="Corbel"/>
                <w:b w:val="0"/>
                <w:smallCaps w:val="0"/>
                <w:szCs w:val="24"/>
              </w:rPr>
              <w:t>Winczura</w:t>
            </w:r>
            <w:proofErr w:type="spellEnd"/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B. (red.) </w:t>
            </w:r>
            <w:r w:rsidRPr="00250EFD">
              <w:rPr>
                <w:rFonts w:ascii="Corbel" w:hAnsi="Corbel"/>
                <w:b w:val="0"/>
                <w:i/>
                <w:smallCaps w:val="0"/>
                <w:szCs w:val="24"/>
              </w:rPr>
              <w:t>Dziecko chore. Zagadnienia biopsychiczne i pedagogiczne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>Impuls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>, Kraków 2007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21A00B5" w14:textId="77777777" w:rsidR="00513034" w:rsidRPr="00250EFD" w:rsidRDefault="00513034" w:rsidP="00534A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 xml:space="preserve">Zaorska M., </w:t>
            </w:r>
            <w:proofErr w:type="spellStart"/>
            <w:r w:rsidRPr="00250EFD">
              <w:rPr>
                <w:rFonts w:ascii="Corbel" w:hAnsi="Corbel"/>
                <w:sz w:val="24"/>
                <w:szCs w:val="24"/>
              </w:rPr>
              <w:t>Baczała</w:t>
            </w:r>
            <w:proofErr w:type="spellEnd"/>
            <w:r w:rsidRPr="00250EFD">
              <w:rPr>
                <w:rFonts w:ascii="Corbel" w:hAnsi="Corbel"/>
                <w:sz w:val="24"/>
                <w:szCs w:val="24"/>
              </w:rPr>
              <w:t xml:space="preserve"> D. Błeszyński J., 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, Wydaw. Naukowe UMK, Toruń, 2009. </w:t>
            </w:r>
          </w:p>
          <w:p w14:paraId="30CE0DE9" w14:textId="77777777" w:rsidR="00BB52A9" w:rsidRPr="00250EFD" w:rsidRDefault="00BB52A9" w:rsidP="00534A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0EFD">
              <w:rPr>
                <w:rFonts w:ascii="Corbel" w:hAnsi="Corbel"/>
                <w:sz w:val="24"/>
                <w:szCs w:val="24"/>
              </w:rPr>
              <w:t xml:space="preserve">Florek-Łuszczki M., Lachowski S. 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 xml:space="preserve">Działania instytucjonalne na </w:t>
            </w:r>
            <w:r w:rsidR="00A132FA" w:rsidRPr="00250EFD">
              <w:rPr>
                <w:rFonts w:ascii="Corbel" w:hAnsi="Corbel"/>
                <w:i/>
                <w:sz w:val="24"/>
                <w:szCs w:val="24"/>
              </w:rPr>
              <w:t>rzecz osób niepełnosprawnych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 xml:space="preserve"> , </w:t>
            </w:r>
            <w:r w:rsidR="004C7EE6" w:rsidRPr="00250EFD">
              <w:rPr>
                <w:rFonts w:ascii="Corbel" w:hAnsi="Corbel"/>
                <w:sz w:val="24"/>
                <w:szCs w:val="24"/>
              </w:rPr>
              <w:t>„</w:t>
            </w:r>
            <w:r w:rsidRPr="00250EFD">
              <w:rPr>
                <w:rFonts w:ascii="Corbel" w:hAnsi="Corbel"/>
                <w:sz w:val="24"/>
                <w:szCs w:val="24"/>
              </w:rPr>
              <w:t>Me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>dycyna ogólna i nauki o Zdrowiu</w:t>
            </w:r>
            <w:r w:rsidR="004C7EE6" w:rsidRPr="00250EFD">
              <w:rPr>
                <w:rFonts w:ascii="Corbel" w:hAnsi="Corbel"/>
                <w:sz w:val="24"/>
                <w:szCs w:val="24"/>
              </w:rPr>
              <w:t>”</w:t>
            </w:r>
            <w:r w:rsidRPr="00250EFD">
              <w:rPr>
                <w:rFonts w:ascii="Corbel" w:hAnsi="Corbel"/>
                <w:sz w:val="24"/>
                <w:szCs w:val="24"/>
              </w:rPr>
              <w:t>, T.19 nr 4, 2013</w:t>
            </w:r>
            <w:r w:rsidR="00A132FA" w:rsidRPr="00250EFD">
              <w:rPr>
                <w:rFonts w:ascii="Corbel" w:hAnsi="Corbel"/>
                <w:sz w:val="24"/>
                <w:szCs w:val="24"/>
              </w:rPr>
              <w:t>.</w:t>
            </w:r>
          </w:p>
          <w:p w14:paraId="6BF85EC3" w14:textId="77777777" w:rsidR="00BB52A9" w:rsidRPr="00250EFD" w:rsidRDefault="004C7EE6" w:rsidP="00534A9A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0EFD">
              <w:rPr>
                <w:rFonts w:ascii="Corbel" w:hAnsi="Corbel"/>
                <w:b w:val="0"/>
                <w:smallCaps w:val="0"/>
                <w:szCs w:val="24"/>
              </w:rPr>
              <w:t>Gajewska G.</w:t>
            </w:r>
            <w:r w:rsidR="00BB52A9"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B52A9" w:rsidRPr="00250EFD">
              <w:rPr>
                <w:rFonts w:ascii="Corbel" w:hAnsi="Corbel"/>
                <w:b w:val="0"/>
                <w:i/>
                <w:smallCaps w:val="0"/>
                <w:szCs w:val="24"/>
              </w:rPr>
              <w:t>Wsparcie dziecka w rozwoju. Konteksty opieki i edukacji</w:t>
            </w:r>
            <w:r w:rsidR="00BB52A9" w:rsidRPr="00250EFD">
              <w:rPr>
                <w:rFonts w:ascii="Corbel" w:hAnsi="Corbel"/>
                <w:b w:val="0"/>
                <w:smallCaps w:val="0"/>
                <w:szCs w:val="24"/>
              </w:rPr>
              <w:t>, Oficyna Wydawnicza Uniwersytetu Zielonogórskiego, Zielona Góra 2009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C26D25" w14:textId="77777777" w:rsidR="0067240A" w:rsidRDefault="00BB52A9" w:rsidP="00534A9A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50EFD">
              <w:rPr>
                <w:rFonts w:ascii="Corbel" w:hAnsi="Corbel"/>
                <w:b w:val="0"/>
                <w:smallCaps w:val="0"/>
                <w:szCs w:val="24"/>
              </w:rPr>
              <w:t>Radziwiłłowicz</w:t>
            </w:r>
            <w:proofErr w:type="spellEnd"/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250EF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Depresja u dzieci i młodzieży. Analiza systemu rodzinnego - </w:t>
            </w:r>
            <w:proofErr w:type="spellStart"/>
            <w:r w:rsidRPr="00250EFD">
              <w:rPr>
                <w:rFonts w:ascii="Corbel" w:hAnsi="Corbel"/>
                <w:b w:val="0"/>
                <w:i/>
                <w:smallCaps w:val="0"/>
                <w:szCs w:val="24"/>
              </w:rPr>
              <w:t>ujecie</w:t>
            </w:r>
            <w:proofErr w:type="spellEnd"/>
            <w:r w:rsidRPr="00250EFD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kliniczne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>Impuls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250EFD">
              <w:rPr>
                <w:rFonts w:ascii="Corbel" w:hAnsi="Corbel"/>
                <w:b w:val="0"/>
                <w:smallCaps w:val="0"/>
                <w:szCs w:val="24"/>
              </w:rPr>
              <w:t>, Kraków 2011</w:t>
            </w:r>
            <w:r w:rsidR="00A132FA" w:rsidRPr="00250EF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E2034C" w14:textId="77777777" w:rsidR="00534A9A" w:rsidRPr="00534A9A" w:rsidRDefault="00534A9A" w:rsidP="00534A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Leśniak J., </w:t>
            </w:r>
            <w:r w:rsidRPr="00513034">
              <w:rPr>
                <w:rFonts w:ascii="Corbel" w:hAnsi="Corbel"/>
                <w:sz w:val="24"/>
                <w:szCs w:val="24"/>
              </w:rPr>
              <w:t>Uwarunkowania zachowania o charakterze niedostosowania społecznego młodzieży            z niepełnosprawnością intelektualną, Oficyna Wydawnicza AFM, Kraków, 2019</w:t>
            </w:r>
          </w:p>
          <w:p w14:paraId="4AA442A0" w14:textId="77777777" w:rsidR="00534A9A" w:rsidRPr="00534A9A" w:rsidRDefault="00534A9A" w:rsidP="00534A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A9A">
              <w:rPr>
                <w:rFonts w:ascii="Corbel" w:hAnsi="Corbel"/>
                <w:sz w:val="24"/>
                <w:szCs w:val="24"/>
              </w:rPr>
              <w:lastRenderedPageBreak/>
              <w:t>Leśniak J. Rodzaje mechanizmów obronnych występujących u młodzieży z niepełnosprawnością intelektualną, w: Kwartalnik Edukacyjny, 3 (94), 2018, Rzeszów</w:t>
            </w:r>
          </w:p>
          <w:p w14:paraId="5D2BD1E5" w14:textId="77777777" w:rsidR="00534A9A" w:rsidRPr="00250EFD" w:rsidRDefault="00534A9A" w:rsidP="00534A9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50EFD">
              <w:rPr>
                <w:rFonts w:ascii="Corbel" w:hAnsi="Corbel"/>
                <w:sz w:val="24"/>
                <w:szCs w:val="24"/>
              </w:rPr>
              <w:t>Szluz</w:t>
            </w:r>
            <w:proofErr w:type="spellEnd"/>
            <w:r w:rsidRPr="00250EFD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>Wsparcie społeczne rodziny osoby niepełnosprawnej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50EFD">
              <w:rPr>
                <w:rFonts w:ascii="Corbel" w:hAnsi="Corbel"/>
                <w:i/>
                <w:sz w:val="24"/>
                <w:szCs w:val="24"/>
              </w:rPr>
              <w:t>Roczniki Teologiczne</w:t>
            </w:r>
            <w:r w:rsidRPr="00250EFD">
              <w:rPr>
                <w:rFonts w:ascii="Corbel" w:hAnsi="Corbel"/>
                <w:sz w:val="24"/>
                <w:szCs w:val="24"/>
              </w:rPr>
              <w:t xml:space="preserve"> nr 54 (10).</w:t>
            </w:r>
          </w:p>
          <w:p w14:paraId="325844BE" w14:textId="77777777" w:rsidR="00534A9A" w:rsidRPr="00250EFD" w:rsidRDefault="00534A9A" w:rsidP="00534A9A">
            <w:pPr>
              <w:pStyle w:val="Punktygwne"/>
              <w:spacing w:before="0" w:after="0"/>
              <w:ind w:left="1004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0C1BE4" w14:textId="77777777" w:rsidR="00A132FA" w:rsidRPr="00250EFD" w:rsidRDefault="00A132FA" w:rsidP="004C7E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96B7CC" w14:textId="77777777" w:rsidR="0085747A" w:rsidRPr="00250EF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50E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15C8E8" w14:textId="77777777" w:rsidR="000343DA" w:rsidRPr="00250EFD" w:rsidRDefault="000343D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C91DCF" w14:textId="77777777" w:rsidR="000343DA" w:rsidRPr="00250EFD" w:rsidRDefault="000343DA" w:rsidP="000343D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4D896A83" w14:textId="77777777" w:rsidR="00501CA6" w:rsidRPr="00250EFD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C7F50A" w14:textId="77777777" w:rsidR="00501CA6" w:rsidRPr="00250EFD" w:rsidRDefault="00501CA6" w:rsidP="00501C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250EFD">
        <w:rPr>
          <w:rFonts w:ascii="Corbel" w:hAnsi="Corbel"/>
          <w:color w:val="000000"/>
          <w:sz w:val="24"/>
          <w:szCs w:val="24"/>
        </w:rPr>
        <w:t> </w:t>
      </w:r>
    </w:p>
    <w:sectPr w:rsidR="00501CA6" w:rsidRPr="00250E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C791E" w14:textId="77777777" w:rsidR="00465694" w:rsidRDefault="00465694" w:rsidP="00C16ABF">
      <w:pPr>
        <w:spacing w:after="0" w:line="240" w:lineRule="auto"/>
      </w:pPr>
      <w:r>
        <w:separator/>
      </w:r>
    </w:p>
  </w:endnote>
  <w:endnote w:type="continuationSeparator" w:id="0">
    <w:p w14:paraId="26C33310" w14:textId="77777777" w:rsidR="00465694" w:rsidRDefault="004656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51404" w14:textId="77777777" w:rsidR="00465694" w:rsidRDefault="00465694" w:rsidP="00C16ABF">
      <w:pPr>
        <w:spacing w:after="0" w:line="240" w:lineRule="auto"/>
      </w:pPr>
      <w:r>
        <w:separator/>
      </w:r>
    </w:p>
  </w:footnote>
  <w:footnote w:type="continuationSeparator" w:id="0">
    <w:p w14:paraId="4C1214D6" w14:textId="77777777" w:rsidR="00465694" w:rsidRDefault="00465694" w:rsidP="00C16ABF">
      <w:pPr>
        <w:spacing w:after="0" w:line="240" w:lineRule="auto"/>
      </w:pPr>
      <w:r>
        <w:continuationSeparator/>
      </w:r>
    </w:p>
  </w:footnote>
  <w:footnote w:id="1">
    <w:p w14:paraId="1C12B6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57A01"/>
    <w:multiLevelType w:val="hybridMultilevel"/>
    <w:tmpl w:val="576C62B8"/>
    <w:lvl w:ilvl="0" w:tplc="90EE780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706C40"/>
    <w:multiLevelType w:val="hybridMultilevel"/>
    <w:tmpl w:val="369C57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14A63"/>
    <w:multiLevelType w:val="hybridMultilevel"/>
    <w:tmpl w:val="D9F8A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A55EDA"/>
    <w:multiLevelType w:val="hybridMultilevel"/>
    <w:tmpl w:val="34306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12611">
    <w:abstractNumId w:val="2"/>
  </w:num>
  <w:num w:numId="2" w16cid:durableId="1211957480">
    <w:abstractNumId w:val="4"/>
  </w:num>
  <w:num w:numId="3" w16cid:durableId="1222710677">
    <w:abstractNumId w:val="5"/>
  </w:num>
  <w:num w:numId="4" w16cid:durableId="474374696">
    <w:abstractNumId w:val="7"/>
  </w:num>
  <w:num w:numId="5" w16cid:durableId="1154443543">
    <w:abstractNumId w:val="0"/>
  </w:num>
  <w:num w:numId="6" w16cid:durableId="1627857229">
    <w:abstractNumId w:val="8"/>
  </w:num>
  <w:num w:numId="7" w16cid:durableId="539905282">
    <w:abstractNumId w:val="1"/>
  </w:num>
  <w:num w:numId="8" w16cid:durableId="255797481">
    <w:abstractNumId w:val="3"/>
  </w:num>
  <w:num w:numId="9" w16cid:durableId="9512052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43DA"/>
    <w:rsid w:val="000365E5"/>
    <w:rsid w:val="00042A51"/>
    <w:rsid w:val="00042D2E"/>
    <w:rsid w:val="00044C82"/>
    <w:rsid w:val="00046065"/>
    <w:rsid w:val="00053A27"/>
    <w:rsid w:val="00057044"/>
    <w:rsid w:val="00070ED6"/>
    <w:rsid w:val="00072E77"/>
    <w:rsid w:val="000742DC"/>
    <w:rsid w:val="000779FD"/>
    <w:rsid w:val="000845E7"/>
    <w:rsid w:val="00084C12"/>
    <w:rsid w:val="0008788A"/>
    <w:rsid w:val="0009462C"/>
    <w:rsid w:val="00094B12"/>
    <w:rsid w:val="00096C46"/>
    <w:rsid w:val="000A2295"/>
    <w:rsid w:val="000A296F"/>
    <w:rsid w:val="000A2A28"/>
    <w:rsid w:val="000A3CDF"/>
    <w:rsid w:val="000B192D"/>
    <w:rsid w:val="000B28EE"/>
    <w:rsid w:val="000B3E37"/>
    <w:rsid w:val="000B7203"/>
    <w:rsid w:val="000C4C8A"/>
    <w:rsid w:val="000D04B0"/>
    <w:rsid w:val="000D0C4C"/>
    <w:rsid w:val="000D38BF"/>
    <w:rsid w:val="000E0465"/>
    <w:rsid w:val="000F1C57"/>
    <w:rsid w:val="000F5615"/>
    <w:rsid w:val="000F6B2A"/>
    <w:rsid w:val="00106941"/>
    <w:rsid w:val="00115F92"/>
    <w:rsid w:val="00122E12"/>
    <w:rsid w:val="00124BFF"/>
    <w:rsid w:val="0012560E"/>
    <w:rsid w:val="00127108"/>
    <w:rsid w:val="00134B13"/>
    <w:rsid w:val="00146BC0"/>
    <w:rsid w:val="00152C3F"/>
    <w:rsid w:val="00153C41"/>
    <w:rsid w:val="00154381"/>
    <w:rsid w:val="00157DC4"/>
    <w:rsid w:val="001640A7"/>
    <w:rsid w:val="00164FA7"/>
    <w:rsid w:val="00165E30"/>
    <w:rsid w:val="00166A03"/>
    <w:rsid w:val="001718A7"/>
    <w:rsid w:val="001737CF"/>
    <w:rsid w:val="00176083"/>
    <w:rsid w:val="00177AA2"/>
    <w:rsid w:val="00183ECD"/>
    <w:rsid w:val="00185961"/>
    <w:rsid w:val="00192F37"/>
    <w:rsid w:val="001A70D2"/>
    <w:rsid w:val="001B3624"/>
    <w:rsid w:val="001D657B"/>
    <w:rsid w:val="001D7B54"/>
    <w:rsid w:val="001E0209"/>
    <w:rsid w:val="001E3823"/>
    <w:rsid w:val="001E47DD"/>
    <w:rsid w:val="001E615A"/>
    <w:rsid w:val="001F278D"/>
    <w:rsid w:val="001F2CA2"/>
    <w:rsid w:val="002144C0"/>
    <w:rsid w:val="0022477D"/>
    <w:rsid w:val="00226022"/>
    <w:rsid w:val="002264E6"/>
    <w:rsid w:val="002278A9"/>
    <w:rsid w:val="00231E27"/>
    <w:rsid w:val="002336F9"/>
    <w:rsid w:val="0024028F"/>
    <w:rsid w:val="00244ABC"/>
    <w:rsid w:val="00245C24"/>
    <w:rsid w:val="00246103"/>
    <w:rsid w:val="00250EFD"/>
    <w:rsid w:val="00251862"/>
    <w:rsid w:val="00257BEC"/>
    <w:rsid w:val="00281FF2"/>
    <w:rsid w:val="0028544A"/>
    <w:rsid w:val="002857DE"/>
    <w:rsid w:val="0029130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655C"/>
    <w:rsid w:val="00314841"/>
    <w:rsid w:val="00314E1B"/>
    <w:rsid w:val="003151C5"/>
    <w:rsid w:val="0031578F"/>
    <w:rsid w:val="00321345"/>
    <w:rsid w:val="00323E0C"/>
    <w:rsid w:val="00326BFA"/>
    <w:rsid w:val="00333852"/>
    <w:rsid w:val="003343CF"/>
    <w:rsid w:val="00346FE9"/>
    <w:rsid w:val="0034759A"/>
    <w:rsid w:val="003503F6"/>
    <w:rsid w:val="003530DD"/>
    <w:rsid w:val="0035362C"/>
    <w:rsid w:val="0035628B"/>
    <w:rsid w:val="00363F78"/>
    <w:rsid w:val="00366200"/>
    <w:rsid w:val="00374171"/>
    <w:rsid w:val="00386039"/>
    <w:rsid w:val="00393146"/>
    <w:rsid w:val="003A0A5B"/>
    <w:rsid w:val="003A1176"/>
    <w:rsid w:val="003A693E"/>
    <w:rsid w:val="003A7E71"/>
    <w:rsid w:val="003B7BCF"/>
    <w:rsid w:val="003C0BAE"/>
    <w:rsid w:val="003D18A9"/>
    <w:rsid w:val="003D50B0"/>
    <w:rsid w:val="003D6CE2"/>
    <w:rsid w:val="003E1941"/>
    <w:rsid w:val="003E2FE6"/>
    <w:rsid w:val="003E49D5"/>
    <w:rsid w:val="003F205D"/>
    <w:rsid w:val="003F38C0"/>
    <w:rsid w:val="004008E5"/>
    <w:rsid w:val="00411A51"/>
    <w:rsid w:val="00412646"/>
    <w:rsid w:val="00414E3C"/>
    <w:rsid w:val="0042244A"/>
    <w:rsid w:val="0042745A"/>
    <w:rsid w:val="00431D5C"/>
    <w:rsid w:val="004362C6"/>
    <w:rsid w:val="00437FA2"/>
    <w:rsid w:val="00441646"/>
    <w:rsid w:val="004453F4"/>
    <w:rsid w:val="00445970"/>
    <w:rsid w:val="00461EFC"/>
    <w:rsid w:val="00463A9C"/>
    <w:rsid w:val="004652C2"/>
    <w:rsid w:val="0046552C"/>
    <w:rsid w:val="00465694"/>
    <w:rsid w:val="004706D1"/>
    <w:rsid w:val="00471326"/>
    <w:rsid w:val="0047598D"/>
    <w:rsid w:val="004840FD"/>
    <w:rsid w:val="00490F7D"/>
    <w:rsid w:val="00491678"/>
    <w:rsid w:val="004968E2"/>
    <w:rsid w:val="004A2A60"/>
    <w:rsid w:val="004A3EEA"/>
    <w:rsid w:val="004A4D1F"/>
    <w:rsid w:val="004C7EE6"/>
    <w:rsid w:val="004D5282"/>
    <w:rsid w:val="004E1EAD"/>
    <w:rsid w:val="004F1551"/>
    <w:rsid w:val="004F55A3"/>
    <w:rsid w:val="00501CA6"/>
    <w:rsid w:val="00502447"/>
    <w:rsid w:val="0050496F"/>
    <w:rsid w:val="00505147"/>
    <w:rsid w:val="00513034"/>
    <w:rsid w:val="00513B6F"/>
    <w:rsid w:val="00517C63"/>
    <w:rsid w:val="00534A9A"/>
    <w:rsid w:val="005363C4"/>
    <w:rsid w:val="00536BDE"/>
    <w:rsid w:val="00543ACC"/>
    <w:rsid w:val="00553218"/>
    <w:rsid w:val="00557BB8"/>
    <w:rsid w:val="00562046"/>
    <w:rsid w:val="0056696D"/>
    <w:rsid w:val="00570D05"/>
    <w:rsid w:val="0057261A"/>
    <w:rsid w:val="005841F9"/>
    <w:rsid w:val="0059484D"/>
    <w:rsid w:val="005965DD"/>
    <w:rsid w:val="005A0855"/>
    <w:rsid w:val="005A3196"/>
    <w:rsid w:val="005A5DBD"/>
    <w:rsid w:val="005B2D22"/>
    <w:rsid w:val="005C080F"/>
    <w:rsid w:val="005C13A1"/>
    <w:rsid w:val="005C55E5"/>
    <w:rsid w:val="005C6841"/>
    <w:rsid w:val="005C696A"/>
    <w:rsid w:val="005D2DFE"/>
    <w:rsid w:val="005E37AA"/>
    <w:rsid w:val="005E6E85"/>
    <w:rsid w:val="005F2B78"/>
    <w:rsid w:val="005F31D2"/>
    <w:rsid w:val="005F4CE0"/>
    <w:rsid w:val="00607402"/>
    <w:rsid w:val="0061029B"/>
    <w:rsid w:val="00611173"/>
    <w:rsid w:val="00614BD2"/>
    <w:rsid w:val="00617230"/>
    <w:rsid w:val="00621770"/>
    <w:rsid w:val="00621CE1"/>
    <w:rsid w:val="00627B52"/>
    <w:rsid w:val="00627FC9"/>
    <w:rsid w:val="0063458F"/>
    <w:rsid w:val="00647FA8"/>
    <w:rsid w:val="00650C5F"/>
    <w:rsid w:val="00654934"/>
    <w:rsid w:val="006619AF"/>
    <w:rsid w:val="006620D9"/>
    <w:rsid w:val="00664D21"/>
    <w:rsid w:val="00671958"/>
    <w:rsid w:val="0067240A"/>
    <w:rsid w:val="00675843"/>
    <w:rsid w:val="00696477"/>
    <w:rsid w:val="006B2CB7"/>
    <w:rsid w:val="006C28D1"/>
    <w:rsid w:val="006C2E1D"/>
    <w:rsid w:val="006C5263"/>
    <w:rsid w:val="006D050F"/>
    <w:rsid w:val="006D5D8F"/>
    <w:rsid w:val="006D6139"/>
    <w:rsid w:val="006E3D9C"/>
    <w:rsid w:val="006E5D65"/>
    <w:rsid w:val="006E7D12"/>
    <w:rsid w:val="006F1282"/>
    <w:rsid w:val="006F1FBC"/>
    <w:rsid w:val="006F31E2"/>
    <w:rsid w:val="006F41DF"/>
    <w:rsid w:val="00703829"/>
    <w:rsid w:val="00706544"/>
    <w:rsid w:val="007072BA"/>
    <w:rsid w:val="00713CDE"/>
    <w:rsid w:val="0071620A"/>
    <w:rsid w:val="00721935"/>
    <w:rsid w:val="00724677"/>
    <w:rsid w:val="00725459"/>
    <w:rsid w:val="007327BD"/>
    <w:rsid w:val="00734608"/>
    <w:rsid w:val="00736081"/>
    <w:rsid w:val="00737B86"/>
    <w:rsid w:val="00745302"/>
    <w:rsid w:val="007461D6"/>
    <w:rsid w:val="00746E3E"/>
    <w:rsid w:val="00746EC8"/>
    <w:rsid w:val="0075135E"/>
    <w:rsid w:val="00756502"/>
    <w:rsid w:val="007568D0"/>
    <w:rsid w:val="00763BF1"/>
    <w:rsid w:val="00766FD4"/>
    <w:rsid w:val="0078168C"/>
    <w:rsid w:val="00787C2A"/>
    <w:rsid w:val="00790E27"/>
    <w:rsid w:val="007A265C"/>
    <w:rsid w:val="007A3790"/>
    <w:rsid w:val="007A4022"/>
    <w:rsid w:val="007A6E6E"/>
    <w:rsid w:val="007B1C28"/>
    <w:rsid w:val="007B7FDF"/>
    <w:rsid w:val="007C3299"/>
    <w:rsid w:val="007C3BCC"/>
    <w:rsid w:val="007C4546"/>
    <w:rsid w:val="007D282F"/>
    <w:rsid w:val="007D6E56"/>
    <w:rsid w:val="007F2DAE"/>
    <w:rsid w:val="007F4155"/>
    <w:rsid w:val="007F6094"/>
    <w:rsid w:val="0081554D"/>
    <w:rsid w:val="0081707E"/>
    <w:rsid w:val="008205A4"/>
    <w:rsid w:val="00836078"/>
    <w:rsid w:val="008449B3"/>
    <w:rsid w:val="008552A2"/>
    <w:rsid w:val="0085747A"/>
    <w:rsid w:val="00884922"/>
    <w:rsid w:val="00885F64"/>
    <w:rsid w:val="00890133"/>
    <w:rsid w:val="00890C51"/>
    <w:rsid w:val="008917F9"/>
    <w:rsid w:val="008A1D28"/>
    <w:rsid w:val="008A3C85"/>
    <w:rsid w:val="008A45F7"/>
    <w:rsid w:val="008A6CFE"/>
    <w:rsid w:val="008C0CC0"/>
    <w:rsid w:val="008C19A9"/>
    <w:rsid w:val="008C379D"/>
    <w:rsid w:val="008C5147"/>
    <w:rsid w:val="008C5359"/>
    <w:rsid w:val="008C5363"/>
    <w:rsid w:val="008C70EB"/>
    <w:rsid w:val="008D3DFB"/>
    <w:rsid w:val="008E64F4"/>
    <w:rsid w:val="008F12C9"/>
    <w:rsid w:val="008F6E29"/>
    <w:rsid w:val="00916188"/>
    <w:rsid w:val="00923D7D"/>
    <w:rsid w:val="00944F4F"/>
    <w:rsid w:val="009508DF"/>
    <w:rsid w:val="00950DAC"/>
    <w:rsid w:val="00954A07"/>
    <w:rsid w:val="009821E7"/>
    <w:rsid w:val="009949CD"/>
    <w:rsid w:val="00997F14"/>
    <w:rsid w:val="009A45B4"/>
    <w:rsid w:val="009A4EF0"/>
    <w:rsid w:val="009A78D9"/>
    <w:rsid w:val="009C3E31"/>
    <w:rsid w:val="009C54AE"/>
    <w:rsid w:val="009C788E"/>
    <w:rsid w:val="009D3F3B"/>
    <w:rsid w:val="009E0543"/>
    <w:rsid w:val="009E1729"/>
    <w:rsid w:val="009E34C9"/>
    <w:rsid w:val="009E3B41"/>
    <w:rsid w:val="009F3C5C"/>
    <w:rsid w:val="009F4610"/>
    <w:rsid w:val="00A00ECC"/>
    <w:rsid w:val="00A0311C"/>
    <w:rsid w:val="00A132FA"/>
    <w:rsid w:val="00A15193"/>
    <w:rsid w:val="00A155EE"/>
    <w:rsid w:val="00A21ACE"/>
    <w:rsid w:val="00A2245B"/>
    <w:rsid w:val="00A30110"/>
    <w:rsid w:val="00A36899"/>
    <w:rsid w:val="00A371F6"/>
    <w:rsid w:val="00A43BF6"/>
    <w:rsid w:val="00A53199"/>
    <w:rsid w:val="00A53FA5"/>
    <w:rsid w:val="00A54817"/>
    <w:rsid w:val="00A54B94"/>
    <w:rsid w:val="00A54CF4"/>
    <w:rsid w:val="00A601C8"/>
    <w:rsid w:val="00A60799"/>
    <w:rsid w:val="00A81544"/>
    <w:rsid w:val="00A83B69"/>
    <w:rsid w:val="00A84C85"/>
    <w:rsid w:val="00A97DE1"/>
    <w:rsid w:val="00AA0E4C"/>
    <w:rsid w:val="00AB053C"/>
    <w:rsid w:val="00AC747F"/>
    <w:rsid w:val="00AD1146"/>
    <w:rsid w:val="00AD27D3"/>
    <w:rsid w:val="00AD2936"/>
    <w:rsid w:val="00AD66D6"/>
    <w:rsid w:val="00AE1160"/>
    <w:rsid w:val="00AE203C"/>
    <w:rsid w:val="00AE2E74"/>
    <w:rsid w:val="00AE5FCB"/>
    <w:rsid w:val="00AF2C1E"/>
    <w:rsid w:val="00B06142"/>
    <w:rsid w:val="00B135B1"/>
    <w:rsid w:val="00B20868"/>
    <w:rsid w:val="00B3130B"/>
    <w:rsid w:val="00B37233"/>
    <w:rsid w:val="00B40ADB"/>
    <w:rsid w:val="00B43B77"/>
    <w:rsid w:val="00B43E80"/>
    <w:rsid w:val="00B44637"/>
    <w:rsid w:val="00B46791"/>
    <w:rsid w:val="00B607DB"/>
    <w:rsid w:val="00B66529"/>
    <w:rsid w:val="00B75946"/>
    <w:rsid w:val="00B77E32"/>
    <w:rsid w:val="00B8056E"/>
    <w:rsid w:val="00B819C8"/>
    <w:rsid w:val="00B82308"/>
    <w:rsid w:val="00B84A10"/>
    <w:rsid w:val="00B90885"/>
    <w:rsid w:val="00B90CBB"/>
    <w:rsid w:val="00B918BA"/>
    <w:rsid w:val="00BA39CD"/>
    <w:rsid w:val="00BB520A"/>
    <w:rsid w:val="00BB52A9"/>
    <w:rsid w:val="00BD3869"/>
    <w:rsid w:val="00BD66E9"/>
    <w:rsid w:val="00BD6FF4"/>
    <w:rsid w:val="00BF2C41"/>
    <w:rsid w:val="00C01296"/>
    <w:rsid w:val="00C03F48"/>
    <w:rsid w:val="00C058B4"/>
    <w:rsid w:val="00C05F44"/>
    <w:rsid w:val="00C131B5"/>
    <w:rsid w:val="00C16ABF"/>
    <w:rsid w:val="00C170AE"/>
    <w:rsid w:val="00C26CB7"/>
    <w:rsid w:val="00C324C1"/>
    <w:rsid w:val="00C36992"/>
    <w:rsid w:val="00C41338"/>
    <w:rsid w:val="00C56036"/>
    <w:rsid w:val="00C56D77"/>
    <w:rsid w:val="00C61DC5"/>
    <w:rsid w:val="00C64F2A"/>
    <w:rsid w:val="00C67E92"/>
    <w:rsid w:val="00C70A26"/>
    <w:rsid w:val="00C766DF"/>
    <w:rsid w:val="00C86F6C"/>
    <w:rsid w:val="00C94B98"/>
    <w:rsid w:val="00C9725A"/>
    <w:rsid w:val="00CA20A0"/>
    <w:rsid w:val="00CA2B96"/>
    <w:rsid w:val="00CA5089"/>
    <w:rsid w:val="00CB64E1"/>
    <w:rsid w:val="00CC63C8"/>
    <w:rsid w:val="00CC7CFD"/>
    <w:rsid w:val="00CD201A"/>
    <w:rsid w:val="00CD6897"/>
    <w:rsid w:val="00CE5BAC"/>
    <w:rsid w:val="00CE61F1"/>
    <w:rsid w:val="00CE6A57"/>
    <w:rsid w:val="00CF25BE"/>
    <w:rsid w:val="00CF78ED"/>
    <w:rsid w:val="00D02B25"/>
    <w:rsid w:val="00D02EBA"/>
    <w:rsid w:val="00D17C3C"/>
    <w:rsid w:val="00D22573"/>
    <w:rsid w:val="00D26B2C"/>
    <w:rsid w:val="00D352C9"/>
    <w:rsid w:val="00D425B2"/>
    <w:rsid w:val="00D428D6"/>
    <w:rsid w:val="00D552B2"/>
    <w:rsid w:val="00D55A9D"/>
    <w:rsid w:val="00D608D1"/>
    <w:rsid w:val="00D60B27"/>
    <w:rsid w:val="00D60E12"/>
    <w:rsid w:val="00D67217"/>
    <w:rsid w:val="00D70CD5"/>
    <w:rsid w:val="00D74119"/>
    <w:rsid w:val="00D8075B"/>
    <w:rsid w:val="00D8678B"/>
    <w:rsid w:val="00DA2114"/>
    <w:rsid w:val="00DB10E3"/>
    <w:rsid w:val="00DD19F8"/>
    <w:rsid w:val="00DE0089"/>
    <w:rsid w:val="00DE09C0"/>
    <w:rsid w:val="00DE4A14"/>
    <w:rsid w:val="00DF320D"/>
    <w:rsid w:val="00DF71C8"/>
    <w:rsid w:val="00E050B1"/>
    <w:rsid w:val="00E129B8"/>
    <w:rsid w:val="00E212D2"/>
    <w:rsid w:val="00E21E7D"/>
    <w:rsid w:val="00E22FBC"/>
    <w:rsid w:val="00E24BF5"/>
    <w:rsid w:val="00E25338"/>
    <w:rsid w:val="00E519E6"/>
    <w:rsid w:val="00E51E44"/>
    <w:rsid w:val="00E63348"/>
    <w:rsid w:val="00E71D16"/>
    <w:rsid w:val="00E742AA"/>
    <w:rsid w:val="00E77E88"/>
    <w:rsid w:val="00E8107D"/>
    <w:rsid w:val="00E82DFC"/>
    <w:rsid w:val="00E951A9"/>
    <w:rsid w:val="00E960BB"/>
    <w:rsid w:val="00EA2074"/>
    <w:rsid w:val="00EA4832"/>
    <w:rsid w:val="00EA4E9D"/>
    <w:rsid w:val="00EA7788"/>
    <w:rsid w:val="00EB4494"/>
    <w:rsid w:val="00EC4899"/>
    <w:rsid w:val="00ED03AB"/>
    <w:rsid w:val="00ED32D2"/>
    <w:rsid w:val="00ED351C"/>
    <w:rsid w:val="00EE32DE"/>
    <w:rsid w:val="00EE5457"/>
    <w:rsid w:val="00F070AB"/>
    <w:rsid w:val="00F12AFD"/>
    <w:rsid w:val="00F17567"/>
    <w:rsid w:val="00F218B3"/>
    <w:rsid w:val="00F27A7B"/>
    <w:rsid w:val="00F526AF"/>
    <w:rsid w:val="00F6018A"/>
    <w:rsid w:val="00F615E3"/>
    <w:rsid w:val="00F617C3"/>
    <w:rsid w:val="00F7066B"/>
    <w:rsid w:val="00F71DC0"/>
    <w:rsid w:val="00F736BD"/>
    <w:rsid w:val="00F75FCD"/>
    <w:rsid w:val="00F81BE9"/>
    <w:rsid w:val="00F83B28"/>
    <w:rsid w:val="00F84F39"/>
    <w:rsid w:val="00F90943"/>
    <w:rsid w:val="00F974DA"/>
    <w:rsid w:val="00FA46E5"/>
    <w:rsid w:val="00FB7DBA"/>
    <w:rsid w:val="00FC0E21"/>
    <w:rsid w:val="00FC1C25"/>
    <w:rsid w:val="00FC3F45"/>
    <w:rsid w:val="00FD194A"/>
    <w:rsid w:val="00FD488C"/>
    <w:rsid w:val="00FD503F"/>
    <w:rsid w:val="00FD555A"/>
    <w:rsid w:val="00FD7589"/>
    <w:rsid w:val="00FF016A"/>
    <w:rsid w:val="00FF1401"/>
    <w:rsid w:val="00FF5E7D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9A03E"/>
  <w15:docId w15:val="{97184EA6-C692-42D0-97BB-A48B2A5D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styleId="Odwoanieintensywne">
    <w:name w:val="Intense Reference"/>
    <w:basedOn w:val="Domylnaczcionkaakapitu"/>
    <w:uiPriority w:val="32"/>
    <w:qFormat/>
    <w:rsid w:val="00746E3E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0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9A2D0-D861-4308-B769-CDE62A48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1186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</cp:revision>
  <cp:lastPrinted>2019-02-06T12:12:00Z</cp:lastPrinted>
  <dcterms:created xsi:type="dcterms:W3CDTF">2025-01-31T11:59:00Z</dcterms:created>
  <dcterms:modified xsi:type="dcterms:W3CDTF">2025-01-31T11:59:00Z</dcterms:modified>
</cp:coreProperties>
</file>